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E1AA4" w14:textId="532851D5" w:rsidR="001F537D" w:rsidRDefault="001F537D" w:rsidP="00420FE4">
      <w:pPr>
        <w:pStyle w:val="Titul1"/>
      </w:pPr>
      <w:r w:rsidRPr="001F537D">
        <w:t xml:space="preserve">Dohoda o předčasném užívání </w:t>
      </w:r>
      <w:r w:rsidRPr="00E32B71">
        <w:t>části</w:t>
      </w:r>
      <w:r w:rsidRPr="001F537D">
        <w:t xml:space="preserve"> </w:t>
      </w:r>
      <w:r w:rsidR="00D80C70">
        <w:t xml:space="preserve">Díla </w:t>
      </w:r>
    </w:p>
    <w:p w14:paraId="3DB0D30E" w14:textId="3AF9E95C" w:rsidR="002D7D37" w:rsidRDefault="001F537D" w:rsidP="00420FE4">
      <w:pPr>
        <w:pStyle w:val="Titul2"/>
      </w:pPr>
      <w:r w:rsidRPr="001F537D">
        <w:t xml:space="preserve">Název zakázky: </w:t>
      </w: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CFF8256119684AFAA3EAD06CA41CC861"/>
          </w:placeholder>
          <w:text/>
        </w:sdtPr>
        <w:sdtEndPr>
          <w:rPr>
            <w:rStyle w:val="Nzevakce"/>
          </w:rPr>
        </w:sdtEndPr>
        <w:sdtContent>
          <w:r w:rsidR="00664A32" w:rsidRPr="00664A32">
            <w:rPr>
              <w:rStyle w:val="Nzevakce"/>
              <w:b/>
            </w:rPr>
            <w:t>„Rekonstrukce výpravní budovy ŽST Plzeň – Jižní Předměstí“</w:t>
          </w:r>
        </w:sdtContent>
      </w:sdt>
    </w:p>
    <w:p w14:paraId="439D92E2" w14:textId="77777777" w:rsidR="001F537D" w:rsidRPr="001F537D" w:rsidRDefault="001F537D" w:rsidP="00113009">
      <w:pPr>
        <w:pStyle w:val="Nadpisbezsl1-2"/>
      </w:pPr>
      <w:r w:rsidRPr="001F537D">
        <w:t>Smluvní strany:</w:t>
      </w:r>
    </w:p>
    <w:p w14:paraId="0F18B6EE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</w:rPr>
        <w:t>Správa</w:t>
      </w:r>
      <w:r w:rsidR="00D80C70">
        <w:rPr>
          <w:b/>
        </w:rPr>
        <w:t xml:space="preserve"> železnic</w:t>
      </w:r>
      <w:r w:rsidRPr="00EC1FC4">
        <w:rPr>
          <w:b/>
        </w:rPr>
        <w:t>, státní organizace</w:t>
      </w:r>
    </w:p>
    <w:p w14:paraId="422E7F3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se sídlem: Dlážděná 1003/7, 110 00 Praha 1 - Nové Město </w:t>
      </w:r>
    </w:p>
    <w:p w14:paraId="0CD3F22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IČO: 70994234 DIČ: CZ70994234</w:t>
      </w:r>
    </w:p>
    <w:p w14:paraId="39FE3F80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Městským soudem v Praze,</w:t>
      </w:r>
    </w:p>
    <w:p w14:paraId="69D6F035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A 48384</w:t>
      </w:r>
    </w:p>
    <w:p w14:paraId="75CA11DE" w14:textId="20C9A444" w:rsidR="001F537D" w:rsidRPr="007229A9" w:rsidRDefault="001F537D" w:rsidP="007229A9">
      <w:pPr>
        <w:pStyle w:val="Textkomente"/>
        <w:rPr>
          <w:i/>
        </w:rPr>
      </w:pPr>
      <w:r w:rsidRPr="001F537D">
        <w:t xml:space="preserve">zastoupena: </w:t>
      </w:r>
      <w:r w:rsidR="00AF242B" w:rsidRPr="001F537D">
        <w:t>[</w:t>
      </w:r>
      <w:r w:rsidR="00AF242B" w:rsidRPr="001F537D">
        <w:rPr>
          <w:highlight w:val="green"/>
        </w:rPr>
        <w:t>VLOŽÍ OBJEDNATEL</w:t>
      </w:r>
      <w:r w:rsidR="00AF242B">
        <w:t xml:space="preserve">] </w:t>
      </w:r>
    </w:p>
    <w:p w14:paraId="641C7213" w14:textId="6A139919" w:rsidR="001F537D" w:rsidRPr="001F537D" w:rsidRDefault="001F537D" w:rsidP="0065508C">
      <w:pPr>
        <w:pStyle w:val="Textbezodsazen"/>
        <w:jc w:val="left"/>
      </w:pPr>
    </w:p>
    <w:p w14:paraId="325129A1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  <w:iCs/>
        </w:rPr>
        <w:t xml:space="preserve">Korespondenční adresa: </w:t>
      </w:r>
    </w:p>
    <w:p w14:paraId="6EB6E073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Správa</w:t>
      </w:r>
      <w:r w:rsidR="00D80C70">
        <w:t xml:space="preserve"> železnic</w:t>
      </w:r>
      <w:r w:rsidRPr="001F537D">
        <w:t>, státní organizace</w:t>
      </w:r>
    </w:p>
    <w:p w14:paraId="78CD893F" w14:textId="61008403" w:rsidR="001F537D" w:rsidRPr="001F537D" w:rsidRDefault="001F537D" w:rsidP="0065508C">
      <w:pPr>
        <w:pStyle w:val="Textbezodsazen"/>
        <w:jc w:val="left"/>
      </w:pPr>
      <w:r w:rsidRPr="00EC1FC4">
        <w:t>Stavební</w:t>
      </w:r>
      <w:r w:rsidRPr="001F537D">
        <w:t xml:space="preserve"> správa </w:t>
      </w:r>
      <w:r w:rsidR="00181845" w:rsidRPr="00181845">
        <w:t>západ</w:t>
      </w:r>
    </w:p>
    <w:p w14:paraId="00171E44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Objednatel</w:t>
      </w:r>
      <w:r w:rsidRPr="007E4D3E">
        <w:t>“)</w:t>
      </w:r>
    </w:p>
    <w:p w14:paraId="11F0CB3B" w14:textId="78348809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číslo </w:t>
      </w:r>
      <w:r w:rsidR="00A72477">
        <w:t>D</w:t>
      </w:r>
      <w:r w:rsidR="005161F1">
        <w:t>ohody</w:t>
      </w:r>
      <w:r w:rsidRPr="001F537D">
        <w:t>: [</w:t>
      </w:r>
      <w:r w:rsidRPr="001F537D">
        <w:rPr>
          <w:highlight w:val="green"/>
        </w:rPr>
        <w:t>VLOŽÍ OBJEDNATEL</w:t>
      </w:r>
      <w:r w:rsidR="00A63D4A">
        <w:t>]</w:t>
      </w:r>
      <w:r w:rsidRPr="001F537D">
        <w:t xml:space="preserve"> </w:t>
      </w:r>
    </w:p>
    <w:p w14:paraId="5DB15692" w14:textId="7ED6251D" w:rsidR="001F537D" w:rsidRPr="001F537D" w:rsidRDefault="001F537D" w:rsidP="0065508C">
      <w:pPr>
        <w:pStyle w:val="Textbezodsazen"/>
        <w:jc w:val="left"/>
      </w:pPr>
      <w:r w:rsidRPr="001F537D">
        <w:t xml:space="preserve">ISPROFOND: </w:t>
      </w:r>
      <w:r w:rsidR="00042EBB" w:rsidRPr="00042EBB">
        <w:t>3273214901 / 5323520051</w:t>
      </w:r>
      <w:r w:rsidR="00042EBB">
        <w:t>.</w:t>
      </w:r>
    </w:p>
    <w:p w14:paraId="7753191D" w14:textId="77777777" w:rsidR="001F537D" w:rsidRPr="001F537D" w:rsidRDefault="001F537D" w:rsidP="0065508C">
      <w:pPr>
        <w:pStyle w:val="Textbezodsazen"/>
        <w:jc w:val="left"/>
      </w:pPr>
    </w:p>
    <w:p w14:paraId="49F761C0" w14:textId="77777777" w:rsidR="001F537D" w:rsidRPr="001F537D" w:rsidRDefault="001F537D" w:rsidP="0065508C">
      <w:pPr>
        <w:pStyle w:val="Textbezodsazen"/>
        <w:jc w:val="left"/>
      </w:pPr>
      <w:r w:rsidRPr="001F537D">
        <w:t>a</w:t>
      </w:r>
    </w:p>
    <w:p w14:paraId="326DD21A" w14:textId="77777777" w:rsidR="001F537D" w:rsidRPr="001F537D" w:rsidRDefault="001F537D" w:rsidP="0065508C">
      <w:pPr>
        <w:pStyle w:val="Textbezodsazen"/>
        <w:jc w:val="left"/>
      </w:pPr>
    </w:p>
    <w:p w14:paraId="3A21F0A2" w14:textId="710A5B6B" w:rsidR="001F537D" w:rsidRPr="001F537D" w:rsidRDefault="001F537D" w:rsidP="0065508C">
      <w:pPr>
        <w:pStyle w:val="Textbezodsazen"/>
        <w:spacing w:after="0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</w:p>
    <w:p w14:paraId="431951BD" w14:textId="387E9297" w:rsidR="001F537D" w:rsidRPr="001F537D" w:rsidRDefault="001F537D" w:rsidP="0065508C">
      <w:pPr>
        <w:pStyle w:val="Textbezodsazen"/>
        <w:spacing w:after="0"/>
        <w:jc w:val="left"/>
      </w:pPr>
      <w:r w:rsidRPr="001F537D">
        <w:t>se sídlem: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D61A62A" w14:textId="74C0B948" w:rsidR="001F537D" w:rsidRPr="001F537D" w:rsidRDefault="001F537D" w:rsidP="0065508C">
      <w:pPr>
        <w:pStyle w:val="Textbezodsazen"/>
        <w:spacing w:after="0"/>
        <w:jc w:val="left"/>
      </w:pPr>
      <w:r w:rsidRPr="001F537D">
        <w:t>IČO: "[</w:t>
      </w:r>
      <w:r w:rsidRPr="001F537D">
        <w:rPr>
          <w:highlight w:val="yellow"/>
        </w:rPr>
        <w:t>VLOŽÍ ZHOTOVITEL</w:t>
      </w:r>
      <w:r w:rsidRPr="001F537D">
        <w:t>]", DIČ: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66305F50" w14:textId="6009CA1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"[</w:t>
      </w:r>
      <w:r w:rsidRPr="001F537D">
        <w:rPr>
          <w:highlight w:val="yellow"/>
        </w:rPr>
        <w:t>VLOŽÍ ZHOTOVITEL</w:t>
      </w:r>
      <w:r w:rsidRPr="001F537D">
        <w:t>]" soudem v [</w:t>
      </w:r>
      <w:r w:rsidRPr="00C12349">
        <w:rPr>
          <w:highlight w:val="yellow"/>
        </w:rPr>
        <w:t>VL</w:t>
      </w:r>
      <w:r w:rsidRPr="001F537D">
        <w:rPr>
          <w:highlight w:val="yellow"/>
        </w:rPr>
        <w:t>OŽÍ ZHOTOVITEL</w:t>
      </w:r>
      <w:r w:rsidR="00A63D4A">
        <w:t>]</w:t>
      </w:r>
      <w:r w:rsidRPr="001F537D">
        <w:t>,</w:t>
      </w:r>
    </w:p>
    <w:p w14:paraId="68C579E5" w14:textId="12340DAC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7AE22D5D" w14:textId="2F99F7AE" w:rsidR="001F537D" w:rsidRPr="001F537D" w:rsidRDefault="001F537D" w:rsidP="0065508C">
      <w:pPr>
        <w:pStyle w:val="Textbezodsazen"/>
        <w:spacing w:after="0"/>
        <w:jc w:val="left"/>
      </w:pPr>
      <w:r w:rsidRPr="001F537D">
        <w:t>bank. spojení: [</w:t>
      </w:r>
      <w:r w:rsidRPr="001F537D">
        <w:rPr>
          <w:highlight w:val="yellow"/>
        </w:rPr>
        <w:t>VLOŽÍ ZHOTOVITEL</w:t>
      </w:r>
      <w:r w:rsidRPr="001F537D">
        <w:t>], č. účtu: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51F34D8F" w14:textId="77777777" w:rsidR="001F537D" w:rsidRPr="001F537D" w:rsidRDefault="001F537D" w:rsidP="0065508C">
      <w:pPr>
        <w:pStyle w:val="Textbezodsazen"/>
        <w:jc w:val="left"/>
      </w:pPr>
      <w:r w:rsidRPr="00EC1FC4">
        <w:t>zastoupena</w:t>
      </w:r>
      <w:r w:rsidRPr="001F537D">
        <w:t>: "[</w:t>
      </w:r>
      <w:r w:rsidRPr="001F537D">
        <w:rPr>
          <w:highlight w:val="yellow"/>
        </w:rPr>
        <w:t>VLOŽÍ ZHOTOVITEL</w:t>
      </w:r>
      <w:r w:rsidRPr="001F537D">
        <w:t xml:space="preserve">]" </w:t>
      </w:r>
    </w:p>
    <w:p w14:paraId="7DF33BB1" w14:textId="77777777" w:rsidR="001F537D" w:rsidRPr="00EC1FC4" w:rsidRDefault="001F537D" w:rsidP="0065508C">
      <w:pPr>
        <w:pStyle w:val="Textbezodsazen"/>
        <w:spacing w:after="0"/>
        <w:jc w:val="left"/>
        <w:rPr>
          <w:b/>
          <w:iCs/>
        </w:rPr>
      </w:pPr>
      <w:r w:rsidRPr="00EC1FC4">
        <w:rPr>
          <w:b/>
          <w:iCs/>
        </w:rPr>
        <w:t xml:space="preserve">Korespondenční adresa: </w:t>
      </w:r>
    </w:p>
    <w:p w14:paraId="7745DFD9" w14:textId="36679B91" w:rsidR="001F537D" w:rsidRPr="001F537D" w:rsidRDefault="001F537D" w:rsidP="0065508C">
      <w:pPr>
        <w:pStyle w:val="Textbezodsazen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4EA96D0F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Zhotovitel</w:t>
      </w:r>
      <w:r w:rsidRPr="007E4D3E">
        <w:t>“)</w:t>
      </w:r>
    </w:p>
    <w:p w14:paraId="54C9C193" w14:textId="153A17E4" w:rsidR="001F537D" w:rsidRPr="001F537D" w:rsidRDefault="001F537D" w:rsidP="0065508C">
      <w:pPr>
        <w:pStyle w:val="Textbezodsazen"/>
        <w:jc w:val="left"/>
      </w:pPr>
      <w:r w:rsidRPr="001F537D">
        <w:t>číslo smlouvy: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6E6D967" w14:textId="573EAE41" w:rsidR="0050154B" w:rsidRDefault="001F537D" w:rsidP="00106CD8">
      <w:pPr>
        <w:pStyle w:val="Textbezodsazen"/>
      </w:pPr>
      <w:r w:rsidRPr="001F537D">
        <w:t xml:space="preserve">uzavírají tuto dohodu (dále jen „Dohoda“) v souladu se zákonem č. </w:t>
      </w:r>
      <w:r w:rsidR="00EF51ED">
        <w:t>283/2021</w:t>
      </w:r>
      <w:r w:rsidRPr="001F537D">
        <w:t xml:space="preserve"> Sb., stavební zákon,</w:t>
      </w:r>
      <w:r w:rsidR="00EC1FC4">
        <w:t xml:space="preserve"> </w:t>
      </w:r>
      <w:r w:rsidRPr="001F537D">
        <w:t>ve znění pozdějších předpisů (dále jen „</w:t>
      </w:r>
      <w:r w:rsidRPr="007E4D3E">
        <w:t>stavební zákon</w:t>
      </w:r>
      <w:r w:rsidR="00EC1FC4">
        <w:t>“</w:t>
      </w:r>
      <w:r w:rsidRPr="007E4D3E">
        <w:t>)</w:t>
      </w:r>
      <w:r w:rsidR="00121CFC">
        <w:t>.</w:t>
      </w:r>
    </w:p>
    <w:p w14:paraId="1D35706A" w14:textId="512F1125" w:rsidR="00106CD8" w:rsidRPr="007229A9" w:rsidRDefault="00106CD8" w:rsidP="00106CD8">
      <w:pPr>
        <w:pStyle w:val="Textbezodsazen"/>
      </w:pPr>
      <w:r w:rsidRPr="00106CD8">
        <w:rPr>
          <w:b/>
        </w:rPr>
        <w:t>Smluvní strany, vědomy si svých závazků</w:t>
      </w:r>
      <w:r w:rsidR="006E7CEC">
        <w:rPr>
          <w:b/>
        </w:rPr>
        <w:t xml:space="preserve"> v </w:t>
      </w:r>
      <w:r w:rsidRPr="00106CD8">
        <w:rPr>
          <w:b/>
        </w:rPr>
        <w:t xml:space="preserve">této </w:t>
      </w:r>
      <w:r w:rsidR="001F537D">
        <w:rPr>
          <w:b/>
        </w:rPr>
        <w:t xml:space="preserve">Dohodě </w:t>
      </w:r>
      <w:r w:rsidRPr="00106CD8">
        <w:rPr>
          <w:b/>
        </w:rPr>
        <w:t>obsažených</w:t>
      </w:r>
      <w:r w:rsidR="006E7CEC">
        <w:rPr>
          <w:b/>
        </w:rPr>
        <w:t xml:space="preserve"> a s </w:t>
      </w:r>
      <w:r w:rsidRPr="00106CD8">
        <w:rPr>
          <w:b/>
        </w:rPr>
        <w:t xml:space="preserve">úmyslem být touto </w:t>
      </w:r>
      <w:r w:rsidR="001F537D">
        <w:rPr>
          <w:b/>
        </w:rPr>
        <w:t>Dohodou</w:t>
      </w:r>
      <w:r w:rsidRPr="00106CD8">
        <w:rPr>
          <w:b/>
        </w:rPr>
        <w:t xml:space="preserve"> vázány, dohodly se na následujícím znění</w:t>
      </w:r>
      <w:r w:rsidR="001F537D">
        <w:rPr>
          <w:b/>
        </w:rPr>
        <w:t xml:space="preserve"> Dohody</w:t>
      </w:r>
      <w:r w:rsidRPr="00106CD8">
        <w:rPr>
          <w:b/>
        </w:rPr>
        <w:t>:</w:t>
      </w:r>
    </w:p>
    <w:p w14:paraId="24CDAC6E" w14:textId="77777777" w:rsidR="007D26F9" w:rsidRPr="00BC5BDD" w:rsidRDefault="007D26F9" w:rsidP="00BC5BDD">
      <w:pPr>
        <w:pStyle w:val="Nadpis1-1"/>
      </w:pPr>
      <w:r w:rsidRPr="00BC5BDD">
        <w:lastRenderedPageBreak/>
        <w:t>ÚVODNÍ USTANOVENÍ</w:t>
      </w:r>
      <w:r w:rsidR="00971406">
        <w:t xml:space="preserve"> </w:t>
      </w:r>
    </w:p>
    <w:p w14:paraId="015CB0FC" w14:textId="7A9257DF" w:rsidR="007D26F9" w:rsidRPr="004C2CFD" w:rsidRDefault="00971406" w:rsidP="00EC1FC4">
      <w:pPr>
        <w:pStyle w:val="Text1-1"/>
      </w:pPr>
      <w:r w:rsidRPr="00EC1FC4">
        <w:t>Smluvní strany uzavřely dne</w:t>
      </w:r>
      <w:r w:rsidR="00FE5032">
        <w:t xml:space="preserve"> </w:t>
      </w:r>
      <w:r w:rsidR="00AF242B" w:rsidRPr="001F537D">
        <w:t>[</w:t>
      </w:r>
      <w:r w:rsidR="00AF242B" w:rsidRPr="001F537D">
        <w:rPr>
          <w:highlight w:val="green"/>
        </w:rPr>
        <w:t>VLOŽÍ OBJEDNATEL</w:t>
      </w:r>
      <w:r w:rsidR="00AF242B">
        <w:t>]</w:t>
      </w:r>
      <w:r w:rsidR="00FE5032">
        <w:t xml:space="preserve"> </w:t>
      </w:r>
      <w:r w:rsidR="007068A9">
        <w:t xml:space="preserve">smlouvu o dílo </w:t>
      </w:r>
      <w:r w:rsidR="00951EF6" w:rsidRPr="00EC1FC4">
        <w:t xml:space="preserve">(dále jen </w:t>
      </w:r>
      <w:r w:rsidR="007068A9" w:rsidRPr="004C2CFD">
        <w:t>„</w:t>
      </w:r>
      <w:r w:rsidR="00951EF6" w:rsidRPr="004C2CFD">
        <w:t>Smlouva</w:t>
      </w:r>
      <w:r w:rsidR="007068A9" w:rsidRPr="004C2CFD">
        <w:t>“</w:t>
      </w:r>
      <w:r w:rsidR="00951EF6" w:rsidRPr="004C2CFD">
        <w:t>)</w:t>
      </w:r>
      <w:r w:rsidRPr="004C2CFD">
        <w:t>,</w:t>
      </w:r>
      <w:r w:rsidRPr="00EC1FC4">
        <w:t xml:space="preserve"> jejímž předmětem je provedení stavby </w:t>
      </w:r>
      <w:r w:rsidR="00181845" w:rsidRPr="00181845">
        <w:t>Rekonstrukce výpravní budovy ŽST Plzeň – Jižní Předměstí</w:t>
      </w:r>
      <w:r w:rsidR="00FE5032">
        <w:rPr>
          <w:noProof/>
        </w:rPr>
        <w:t xml:space="preserve"> </w:t>
      </w:r>
      <w:r w:rsidRPr="00EC1FC4">
        <w:t>(</w:t>
      </w:r>
      <w:r w:rsidRPr="004C2CFD">
        <w:t>dále jen</w:t>
      </w:r>
      <w:r w:rsidR="007068A9" w:rsidRPr="004C2CFD">
        <w:t xml:space="preserve"> „</w:t>
      </w:r>
      <w:r w:rsidR="001B3DA3" w:rsidRPr="004C2CFD">
        <w:t>Dílo</w:t>
      </w:r>
      <w:r w:rsidR="007068A9" w:rsidRPr="004C2CFD">
        <w:t>“</w:t>
      </w:r>
      <w:r w:rsidRPr="004C2CFD">
        <w:t>).</w:t>
      </w:r>
      <w:r w:rsidR="00181845">
        <w:t xml:space="preserve"> </w:t>
      </w:r>
    </w:p>
    <w:p w14:paraId="5BFE6FCA" w14:textId="77777777" w:rsidR="007D26F9" w:rsidRPr="00971406" w:rsidRDefault="00971406" w:rsidP="00BC5BDD">
      <w:pPr>
        <w:pStyle w:val="Nadpis1-1"/>
      </w:pPr>
      <w:r w:rsidRPr="00971406">
        <w:t>PŘEDMĚT DOHODY</w:t>
      </w:r>
    </w:p>
    <w:p w14:paraId="4B1373B9" w14:textId="0CCCB82E" w:rsidR="00895FD6" w:rsidRPr="00EC1FC4" w:rsidRDefault="00971406" w:rsidP="00BC5BDD">
      <w:pPr>
        <w:pStyle w:val="Text1-1"/>
      </w:pPr>
      <w:r w:rsidRPr="00EC1FC4">
        <w:t>Předmětem</w:t>
      </w:r>
      <w:r w:rsidR="00895FD6" w:rsidRPr="00EC1FC4">
        <w:t xml:space="preserve"> této</w:t>
      </w:r>
      <w:r w:rsidRPr="00EC1FC4">
        <w:t xml:space="preserve"> </w:t>
      </w:r>
      <w:r w:rsidR="00A72477">
        <w:t>D</w:t>
      </w:r>
      <w:r w:rsidR="00895FD6" w:rsidRPr="00EC1FC4">
        <w:t xml:space="preserve">ohody je souhrn podmínek, právních úkonů a opatření vedoucích k zajištění a bezproblémovému průběhu </w:t>
      </w:r>
      <w:r w:rsidR="00AD3380">
        <w:t>P</w:t>
      </w:r>
      <w:r w:rsidR="00497A7E" w:rsidRPr="00EC1FC4">
        <w:t xml:space="preserve">ředčasného užívání </w:t>
      </w:r>
      <w:r w:rsidR="00253416" w:rsidRPr="00EC1FC4">
        <w:t xml:space="preserve">části </w:t>
      </w:r>
      <w:r w:rsidR="00D80C70">
        <w:t>Díla</w:t>
      </w:r>
      <w:r w:rsidR="00497A7E" w:rsidRPr="00EC1FC4">
        <w:t>, tj.:</w:t>
      </w:r>
    </w:p>
    <w:p w14:paraId="444B4F42" w14:textId="07A2BF22" w:rsidR="00497A7E" w:rsidRPr="00EC1FC4" w:rsidRDefault="00181845" w:rsidP="00497A7E">
      <w:pPr>
        <w:pStyle w:val="Text1-1"/>
        <w:numPr>
          <w:ilvl w:val="0"/>
          <w:numId w:val="0"/>
        </w:numPr>
        <w:ind w:left="737"/>
      </w:pPr>
      <w:r w:rsidRPr="0029366B">
        <w:t>SO 65-71-</w:t>
      </w:r>
      <w:proofErr w:type="gramStart"/>
      <w:r w:rsidRPr="0029366B">
        <w:t xml:space="preserve">65 </w:t>
      </w:r>
      <w:r w:rsidR="00FE5032" w:rsidRPr="0029366B">
        <w:t xml:space="preserve"> </w:t>
      </w:r>
      <w:r w:rsidR="009176FF" w:rsidRPr="0029366B">
        <w:t>Výpravní</w:t>
      </w:r>
      <w:proofErr w:type="gramEnd"/>
      <w:r w:rsidR="009176FF">
        <w:t xml:space="preserve"> budova </w:t>
      </w:r>
      <w:r w:rsidR="00817972">
        <w:t xml:space="preserve">Plzeň-Jižní předměstí </w:t>
      </w:r>
      <w:r w:rsidR="00F60B3B" w:rsidRPr="00FE5032">
        <w:t>(</w:t>
      </w:r>
      <w:r w:rsidR="00F60B3B" w:rsidRPr="00EC1FC4">
        <w:t>dále jen</w:t>
      </w:r>
      <w:r w:rsidR="007068A9" w:rsidRPr="004C2CFD">
        <w:t>“</w:t>
      </w:r>
      <w:r w:rsidR="00F60B3B" w:rsidRPr="004C2CFD">
        <w:t xml:space="preserve"> část </w:t>
      </w:r>
      <w:r w:rsidR="00522A8D" w:rsidRPr="004C2CFD">
        <w:t>Díla</w:t>
      </w:r>
      <w:r w:rsidR="007068A9" w:rsidRPr="004C2CFD">
        <w:t>“</w:t>
      </w:r>
      <w:r w:rsidR="00F60B3B" w:rsidRPr="004C2CFD">
        <w:t>)</w:t>
      </w:r>
    </w:p>
    <w:p w14:paraId="182C62A8" w14:textId="603B0834" w:rsidR="00F10E41" w:rsidRDefault="00895FD6" w:rsidP="00F10E41">
      <w:pPr>
        <w:pStyle w:val="Text1-1"/>
      </w:pPr>
      <w:r w:rsidRPr="007E4D3E">
        <w:t xml:space="preserve">Předčasným užíváním se přitom rozumí časově omezené užívání části </w:t>
      </w:r>
      <w:r w:rsidR="00522A8D">
        <w:t xml:space="preserve">Díla </w:t>
      </w:r>
      <w:r w:rsidR="00F10E41" w:rsidRPr="007E4D3E">
        <w:t xml:space="preserve">před jejím převzetím Objednatelem </w:t>
      </w:r>
      <w:r w:rsidR="001B3DA3">
        <w:t>(</w:t>
      </w:r>
      <w:r w:rsidR="00F10E41" w:rsidRPr="007E4D3E">
        <w:t xml:space="preserve">v souladu s ustanovením </w:t>
      </w:r>
      <w:r w:rsidR="00130E27">
        <w:t>článku</w:t>
      </w:r>
      <w:r w:rsidR="00106D5D">
        <w:t xml:space="preserve"> 9 Obchodních podmínek </w:t>
      </w:r>
      <w:r w:rsidR="00106D5D" w:rsidRPr="007229A9">
        <w:t>uvedených ve Smlouvě</w:t>
      </w:r>
      <w:r w:rsidR="001B3DA3">
        <w:t>)</w:t>
      </w:r>
      <w:r w:rsidR="004C2CFD" w:rsidRPr="00491378">
        <w:t>.</w:t>
      </w:r>
    </w:p>
    <w:p w14:paraId="76F640A2" w14:textId="0D96EC9B" w:rsidR="007D26F9" w:rsidRPr="002E56DC" w:rsidRDefault="00F31E58" w:rsidP="00BC5BDD">
      <w:pPr>
        <w:pStyle w:val="Nadpis1-1"/>
      </w:pPr>
      <w:r w:rsidRPr="00497A7E">
        <w:t xml:space="preserve">SouhlaS S PŘedČasným UŽÍVÁNÍM A JEHO </w:t>
      </w:r>
      <w:r w:rsidRPr="002E56DC">
        <w:t xml:space="preserve">ROZSAH </w:t>
      </w:r>
    </w:p>
    <w:p w14:paraId="52DF7545" w14:textId="0CEA9E19" w:rsidR="009453E5" w:rsidRDefault="00F31E58" w:rsidP="00F31E58">
      <w:pPr>
        <w:pStyle w:val="Text1-1"/>
      </w:pPr>
      <w:r w:rsidRPr="002E56DC">
        <w:t>Na základě zjištění stavu realizace</w:t>
      </w:r>
      <w:r w:rsidR="001B3DA3" w:rsidRPr="002E56DC">
        <w:t xml:space="preserve"> Díla</w:t>
      </w:r>
      <w:r w:rsidRPr="002E56DC">
        <w:t xml:space="preserve">, prohlášení Zhotovitele v odstavci 3.2 </w:t>
      </w:r>
      <w:r w:rsidR="00770C7F">
        <w:t>D</w:t>
      </w:r>
      <w:r w:rsidRPr="002E56DC">
        <w:t xml:space="preserve">ohody, skutečných potřeb další výstavby dle Harmonogramu ve smyslu ustanovení </w:t>
      </w:r>
      <w:r w:rsidR="00CC0CE9">
        <w:t xml:space="preserve">článku </w:t>
      </w:r>
      <w:r w:rsidRPr="002E56DC">
        <w:t xml:space="preserve">3 </w:t>
      </w:r>
      <w:r w:rsidR="0071738E">
        <w:t>Obchodních</w:t>
      </w:r>
      <w:r w:rsidRPr="002E56DC">
        <w:t xml:space="preserve"> podmínek a po vzájemné shodě stran této </w:t>
      </w:r>
      <w:r w:rsidR="00A72477">
        <w:t>D</w:t>
      </w:r>
      <w:r w:rsidR="00AF434A">
        <w:t>ohody, Objednatel i </w:t>
      </w:r>
      <w:r w:rsidRPr="002E56DC">
        <w:t xml:space="preserve">Zhotovitel souhlasí s </w:t>
      </w:r>
      <w:r w:rsidR="00FF783F">
        <w:t>P</w:t>
      </w:r>
      <w:r w:rsidRPr="002E56DC">
        <w:t xml:space="preserve">ředčasným užíváním části </w:t>
      </w:r>
      <w:r w:rsidR="001B3DA3" w:rsidRPr="002E56DC">
        <w:t>Díla</w:t>
      </w:r>
      <w:r w:rsidR="00AF434A">
        <w:t>, a </w:t>
      </w:r>
      <w:r w:rsidRPr="00497A7E">
        <w:t>to v</w:t>
      </w:r>
      <w:r w:rsidR="009453E5">
        <w:t> </w:t>
      </w:r>
      <w:r w:rsidRPr="002046AF">
        <w:t>období</w:t>
      </w:r>
      <w:r w:rsidR="009453E5">
        <w:t xml:space="preserve">: </w:t>
      </w:r>
    </w:p>
    <w:p w14:paraId="601A815C" w14:textId="4536B3E3" w:rsidR="00F31E58" w:rsidRDefault="00F31E58" w:rsidP="009453E5">
      <w:pPr>
        <w:pStyle w:val="Text1-2"/>
      </w:pPr>
      <w:r w:rsidRPr="002046AF">
        <w:t>od</w:t>
      </w:r>
      <w:r w:rsidR="009A751D" w:rsidRPr="002046AF">
        <w:t xml:space="preserve"> </w:t>
      </w:r>
      <w:r w:rsidR="00817972" w:rsidRPr="002046AF">
        <w:t xml:space="preserve">zahájení prací na 2. etapě dle </w:t>
      </w:r>
      <w:r w:rsidR="00393DDF" w:rsidRPr="002046AF">
        <w:t>výkresu B_8.2_ZOV_II</w:t>
      </w:r>
      <w:r w:rsidR="00D563EF" w:rsidRPr="002046AF">
        <w:t xml:space="preserve"> a </w:t>
      </w:r>
      <w:r w:rsidR="00C340D3" w:rsidRPr="002046AF">
        <w:t>B.8.1, písm. h</w:t>
      </w:r>
      <w:r w:rsidR="009453E5">
        <w:t>)</w:t>
      </w:r>
      <w:r w:rsidR="00C340D3" w:rsidRPr="002046AF">
        <w:t xml:space="preserve"> STZ, tj. </w:t>
      </w:r>
      <w:r w:rsidR="00C263DC" w:rsidRPr="002046AF">
        <w:t>prostory 1P06</w:t>
      </w:r>
      <w:r w:rsidR="00214A80" w:rsidRPr="002046AF">
        <w:t>, 1P07</w:t>
      </w:r>
      <w:r w:rsidR="009453E5">
        <w:t>a</w:t>
      </w:r>
      <w:r w:rsidR="00214A80" w:rsidRPr="002046AF">
        <w:t xml:space="preserve">, </w:t>
      </w:r>
      <w:r w:rsidR="009453E5">
        <w:t xml:space="preserve">1P07b, </w:t>
      </w:r>
      <w:r w:rsidR="00214A80" w:rsidRPr="002046AF">
        <w:t>1P08</w:t>
      </w:r>
      <w:r w:rsidR="00FC2987" w:rsidRPr="002046AF">
        <w:t xml:space="preserve">, </w:t>
      </w:r>
      <w:r w:rsidR="00214A80" w:rsidRPr="002046AF">
        <w:t>1P01b, 1P10a</w:t>
      </w:r>
      <w:r w:rsidR="002046AF" w:rsidRPr="002046AF">
        <w:t xml:space="preserve">, 1P10c, </w:t>
      </w:r>
      <w:r w:rsidR="00214A80" w:rsidRPr="002046AF">
        <w:t>1P10</w:t>
      </w:r>
      <w:r w:rsidR="002046AF" w:rsidRPr="002046AF">
        <w:t>d, 0P01</w:t>
      </w:r>
      <w:r w:rsidR="00FD7DEF">
        <w:t>, 1P02</w:t>
      </w:r>
      <w:r w:rsidR="002046AF" w:rsidRPr="002046AF">
        <w:t xml:space="preserve"> </w:t>
      </w:r>
      <w:r w:rsidR="00FC2987" w:rsidRPr="002046AF">
        <w:t>v</w:t>
      </w:r>
      <w:r w:rsidR="005F7953">
        <w:t> </w:t>
      </w:r>
      <w:r w:rsidR="00FC2987" w:rsidRPr="002046AF">
        <w:t xml:space="preserve">předpokládaném termínu od </w:t>
      </w:r>
      <w:r w:rsidR="002046AF" w:rsidRPr="002046AF">
        <w:t>zahájení prací na 2. etapě</w:t>
      </w:r>
      <w:r w:rsidRPr="002046AF">
        <w:t xml:space="preserve"> do </w:t>
      </w:r>
      <w:r w:rsidR="00FC2987" w:rsidRPr="002046AF">
        <w:t>do</w:t>
      </w:r>
      <w:r w:rsidR="00817972" w:rsidRPr="002046AF">
        <w:t xml:space="preserve">končení </w:t>
      </w:r>
      <w:r w:rsidR="00FC2987" w:rsidRPr="002046AF">
        <w:t xml:space="preserve">stavebních </w:t>
      </w:r>
      <w:r w:rsidR="00817972" w:rsidRPr="002046AF">
        <w:t>prací</w:t>
      </w:r>
      <w:r w:rsidR="00E76412">
        <w:t xml:space="preserve"> 2. etapy</w:t>
      </w:r>
      <w:r w:rsidR="00FC2987" w:rsidRPr="002046AF">
        <w:t>,</w:t>
      </w:r>
      <w:r w:rsidR="00E76412">
        <w:t xml:space="preserve"> </w:t>
      </w:r>
      <w:r w:rsidRPr="00497A7E">
        <w:t>za podmínek uvedených a</w:t>
      </w:r>
      <w:r w:rsidR="00424710">
        <w:t> </w:t>
      </w:r>
      <w:r w:rsidRPr="00497A7E">
        <w:t xml:space="preserve">specifikovaných v této </w:t>
      </w:r>
      <w:r w:rsidR="00A72477">
        <w:t>D</w:t>
      </w:r>
      <w:r w:rsidR="002C025B">
        <w:t>ohodě</w:t>
      </w:r>
      <w:r w:rsidR="004B13CD">
        <w:t>,</w:t>
      </w:r>
    </w:p>
    <w:p w14:paraId="0C4EC8F3" w14:textId="611B309E" w:rsidR="009453E5" w:rsidRPr="002E56DC" w:rsidRDefault="009453E5" w:rsidP="009453E5">
      <w:pPr>
        <w:pStyle w:val="Text1-2"/>
      </w:pPr>
      <w:r>
        <w:t xml:space="preserve">od zahájení prací na 3. etapě dle výkresu B_8.2_ZOV_III a B.8.1, písm. h) STZ, tj. prostory </w:t>
      </w:r>
      <w:r w:rsidRPr="002046AF">
        <w:t xml:space="preserve">1P01b, </w:t>
      </w:r>
      <w:r w:rsidR="00784EEA">
        <w:t xml:space="preserve">1P02, </w:t>
      </w:r>
      <w:r w:rsidRPr="002046AF">
        <w:t xml:space="preserve">1P10a, </w:t>
      </w:r>
      <w:r>
        <w:t xml:space="preserve">1P10b, </w:t>
      </w:r>
      <w:r w:rsidRPr="002046AF">
        <w:t>1P10c, 1P10d, 0P01</w:t>
      </w:r>
      <w:r w:rsidR="00C5463E">
        <w:t>, 0P09a, 0P09b</w:t>
      </w:r>
      <w:r w:rsidR="0021228B">
        <w:t>, 0P11, 0P12a, 0P12b, 0P13, 1P05a, 1P05b, 1P03a, 1P03b, 1P03c, 1P04a, 1P04b</w:t>
      </w:r>
      <w:r>
        <w:t xml:space="preserve"> </w:t>
      </w:r>
      <w:r w:rsidRPr="002046AF">
        <w:t xml:space="preserve">v předpokládaném termínu od zahájení prací na </w:t>
      </w:r>
      <w:r w:rsidR="004B13CD">
        <w:t>3</w:t>
      </w:r>
      <w:r w:rsidRPr="002046AF">
        <w:t>. etapě do dokončení stavebních prací</w:t>
      </w:r>
      <w:r w:rsidR="00E76412">
        <w:t xml:space="preserve"> </w:t>
      </w:r>
      <w:r w:rsidR="000F39D9">
        <w:t>4</w:t>
      </w:r>
      <w:r w:rsidR="00E76412">
        <w:t>. etapy</w:t>
      </w:r>
      <w:r w:rsidRPr="002046AF">
        <w:t>,</w:t>
      </w:r>
      <w:r w:rsidR="000F39D9">
        <w:t xml:space="preserve"> </w:t>
      </w:r>
      <w:r w:rsidRPr="00497A7E">
        <w:t>za podmínek uvedených a</w:t>
      </w:r>
      <w:r>
        <w:t> </w:t>
      </w:r>
      <w:r w:rsidRPr="00497A7E">
        <w:t xml:space="preserve">specifikovaných v této </w:t>
      </w:r>
      <w:r>
        <w:t xml:space="preserve">Dohodě. </w:t>
      </w:r>
    </w:p>
    <w:p w14:paraId="73E17FA9" w14:textId="330A5270" w:rsidR="00951EF6" w:rsidRPr="002E56DC" w:rsidRDefault="00951EF6" w:rsidP="00951EF6">
      <w:pPr>
        <w:pStyle w:val="Text1-1"/>
      </w:pPr>
      <w:r w:rsidRPr="002E56DC">
        <w:t xml:space="preserve">Zhotovitel v souvislosti s předmětem této </w:t>
      </w:r>
      <w:r w:rsidR="00A72477">
        <w:t>D</w:t>
      </w:r>
      <w:r w:rsidRPr="002E56DC">
        <w:t xml:space="preserve">ohody prohlašuje, že provedl část </w:t>
      </w:r>
      <w:r w:rsidR="001B3DA3" w:rsidRPr="002E56DC">
        <w:t>Díla</w:t>
      </w:r>
      <w:r w:rsidRPr="002E56DC">
        <w:t xml:space="preserve"> tak, že odpovídá projektové dokumentaci, podmínkám Smlouvy</w:t>
      </w:r>
      <w:r w:rsidR="007068A9">
        <w:t xml:space="preserve"> </w:t>
      </w:r>
      <w:r w:rsidRPr="002E56DC">
        <w:t xml:space="preserve">a </w:t>
      </w:r>
      <w:r w:rsidR="00FF783F">
        <w:t>P</w:t>
      </w:r>
      <w:r w:rsidRPr="002E56DC">
        <w:t xml:space="preserve">ředčasné užívání části </w:t>
      </w:r>
      <w:r w:rsidR="001B3DA3" w:rsidRPr="002E56DC">
        <w:t>Díla</w:t>
      </w:r>
      <w:r w:rsidRPr="002E56DC">
        <w:t xml:space="preserve"> za podmínek této </w:t>
      </w:r>
      <w:r w:rsidR="00A72477">
        <w:t>D</w:t>
      </w:r>
      <w:r w:rsidRPr="002E56DC">
        <w:t>ohody před jeho převzetím Objednatelem nemá podstatný vliv na jeho uživatelnost, neohrozí bezpečnost a zdraví osob</w:t>
      </w:r>
      <w:r w:rsidR="002469E8">
        <w:t xml:space="preserve"> nebo zvířat</w:t>
      </w:r>
      <w:r w:rsidRPr="002E56DC">
        <w:t xml:space="preserve"> anebo životní prostředí. Toto prohlášení nenahrazuje </w:t>
      </w:r>
      <w:r w:rsidR="008A429E" w:rsidRPr="002E56DC">
        <w:t>povolení</w:t>
      </w:r>
      <w:r w:rsidRPr="002E56DC">
        <w:t xml:space="preserve"> stavebního úřadu. </w:t>
      </w:r>
    </w:p>
    <w:p w14:paraId="2CEB5D0C" w14:textId="77777777" w:rsidR="008A429E" w:rsidRPr="002E56DC" w:rsidRDefault="008A429E" w:rsidP="008A429E">
      <w:pPr>
        <w:pStyle w:val="Text1-1"/>
      </w:pPr>
      <w:r w:rsidRPr="002E56DC">
        <w:t>Strany této Dohody vycházejí v rámci tohoto smluvního vztahu z předem stanovených podmínek a ujednání, sjednaných mezi Objednatelem a Zhotovitelem ve Smlouvě. V</w:t>
      </w:r>
      <w:r w:rsidR="00424710" w:rsidRPr="002E56DC">
        <w:t> </w:t>
      </w:r>
      <w:r w:rsidRPr="002E56DC">
        <w:t>záležitostech neřešených touto Dohodou se použije Smlouva.</w:t>
      </w:r>
    </w:p>
    <w:p w14:paraId="5C5D6981" w14:textId="2E09742C" w:rsidR="00FE500D" w:rsidRPr="002E56DC" w:rsidRDefault="00FE500D" w:rsidP="00FE500D">
      <w:pPr>
        <w:pStyle w:val="Text1-1"/>
      </w:pPr>
      <w:r w:rsidRPr="002E56DC">
        <w:t>Zhotovitel se zavazuje uzavřít Dohodu o předčasném užívání v nezměněném znění jako je znění této Dohody o předčasném užívání na další období v případě, že nedojde k</w:t>
      </w:r>
      <w:r w:rsidR="00424710" w:rsidRPr="002E56DC">
        <w:t> </w:t>
      </w:r>
      <w:r w:rsidRPr="002E56DC">
        <w:t xml:space="preserve">vydání </w:t>
      </w:r>
      <w:r w:rsidR="00A876E2" w:rsidRPr="002E56DC">
        <w:t>příslušného Potvrzení</w:t>
      </w:r>
      <w:r w:rsidRPr="002E56DC">
        <w:t xml:space="preserve"> o převzetí </w:t>
      </w:r>
      <w:r w:rsidR="00A876E2" w:rsidRPr="002E56DC">
        <w:t xml:space="preserve">zahrnujícího část </w:t>
      </w:r>
      <w:r w:rsidR="001B3DA3" w:rsidRPr="002E56DC">
        <w:t>Díla</w:t>
      </w:r>
      <w:r w:rsidRPr="002E56DC">
        <w:t xml:space="preserve"> </w:t>
      </w:r>
      <w:r w:rsidR="000F7E5F" w:rsidRPr="00770C7F">
        <w:t>z důvodů</w:t>
      </w:r>
      <w:r w:rsidRPr="00770C7F">
        <w:t xml:space="preserve">, které jsou </w:t>
      </w:r>
      <w:r w:rsidRPr="002E56DC">
        <w:t>výhradně na</w:t>
      </w:r>
      <w:r w:rsidR="00FF783F">
        <w:t> </w:t>
      </w:r>
      <w:r w:rsidRPr="002E56DC">
        <w:t xml:space="preserve">straně Zhotovitele.  </w:t>
      </w:r>
    </w:p>
    <w:p w14:paraId="06A55308" w14:textId="77777777" w:rsidR="00FE500D" w:rsidRPr="002E56DC" w:rsidRDefault="00FE500D" w:rsidP="00605D0F">
      <w:pPr>
        <w:pStyle w:val="Nadpis1-1"/>
      </w:pPr>
      <w:r w:rsidRPr="002E56DC">
        <w:t>PODMÍNKY PŘEDČASNÉHO UŽÍVÁNÍ</w:t>
      </w:r>
    </w:p>
    <w:p w14:paraId="0F6F133B" w14:textId="74921D8E" w:rsidR="00FE500D" w:rsidRPr="00227945" w:rsidRDefault="00FE500D" w:rsidP="00FE500D">
      <w:pPr>
        <w:pStyle w:val="Text1-1"/>
        <w:rPr>
          <w:lang w:eastAsia="cs-CZ"/>
        </w:rPr>
      </w:pPr>
      <w:r w:rsidRPr="002E56DC">
        <w:t xml:space="preserve">Smluvní strany této </w:t>
      </w:r>
      <w:r w:rsidRPr="002E56DC">
        <w:rPr>
          <w:lang w:eastAsia="cs-CZ"/>
        </w:rPr>
        <w:t>Dohody prohlašují, že tato Dohoda nenahrazuje žádné Potvrzení o</w:t>
      </w:r>
      <w:r w:rsidR="00424710" w:rsidRPr="002E56DC">
        <w:rPr>
          <w:lang w:eastAsia="cs-CZ"/>
        </w:rPr>
        <w:t> </w:t>
      </w:r>
      <w:r w:rsidRPr="002E56DC">
        <w:rPr>
          <w:lang w:eastAsia="cs-CZ"/>
        </w:rPr>
        <w:t>převzetí</w:t>
      </w:r>
      <w:r w:rsidR="000F7E5F">
        <w:rPr>
          <w:lang w:eastAsia="cs-CZ"/>
        </w:rPr>
        <w:t xml:space="preserve"> </w:t>
      </w:r>
      <w:r w:rsidR="00227945" w:rsidRPr="00227945">
        <w:rPr>
          <w:lang w:eastAsia="cs-CZ"/>
        </w:rPr>
        <w:t xml:space="preserve">vydávané </w:t>
      </w:r>
      <w:r w:rsidR="005F7953">
        <w:rPr>
          <w:lang w:eastAsia="cs-CZ"/>
        </w:rPr>
        <w:t>Objednatelem</w:t>
      </w:r>
      <w:r w:rsidRPr="00227945">
        <w:rPr>
          <w:lang w:eastAsia="cs-CZ"/>
        </w:rPr>
        <w:t>.</w:t>
      </w:r>
    </w:p>
    <w:p w14:paraId="33417030" w14:textId="3BBA7B86" w:rsidR="00FE500D" w:rsidRPr="002E56DC" w:rsidRDefault="00FE500D" w:rsidP="00FE500D">
      <w:pPr>
        <w:pStyle w:val="Text1-1"/>
      </w:pPr>
      <w:r w:rsidRPr="002E56DC">
        <w:t>Práva a povinnosti smluvních stran vyplývající ze Smlouvy</w:t>
      </w:r>
      <w:r w:rsidR="007068A9">
        <w:t xml:space="preserve"> </w:t>
      </w:r>
      <w:r w:rsidRPr="002E56DC">
        <w:t>v souvislosti s</w:t>
      </w:r>
      <w:r w:rsidR="00424710" w:rsidRPr="002E56DC">
        <w:t> </w:t>
      </w:r>
      <w:r w:rsidR="00FF783F">
        <w:t>P</w:t>
      </w:r>
      <w:r w:rsidRPr="002E56DC">
        <w:t>ředčasným užíváním se upřesňují následovně:</w:t>
      </w:r>
    </w:p>
    <w:p w14:paraId="7079AC4A" w14:textId="03B1B36F" w:rsidR="00A876E2" w:rsidRPr="002E56DC" w:rsidRDefault="00A876E2" w:rsidP="005F7953">
      <w:pPr>
        <w:pStyle w:val="Odstavec1-1a"/>
        <w:keepNext/>
        <w:rPr>
          <w:rStyle w:val="Tun"/>
        </w:rPr>
      </w:pPr>
      <w:r w:rsidRPr="002E56DC">
        <w:rPr>
          <w:rStyle w:val="Tun"/>
        </w:rPr>
        <w:t xml:space="preserve">Povinnosti Zhotovitele:    </w:t>
      </w:r>
    </w:p>
    <w:p w14:paraId="06D37E55" w14:textId="6660C1F3" w:rsidR="00A876E2" w:rsidRPr="002E56DC" w:rsidRDefault="00A876E2" w:rsidP="00424710">
      <w:pPr>
        <w:pStyle w:val="Odstavec1-2i"/>
      </w:pPr>
      <w:r w:rsidRPr="002E56DC">
        <w:t xml:space="preserve">V souladu </w:t>
      </w:r>
      <w:r w:rsidR="00F94169">
        <w:t>s Obchodními podmínkami,</w:t>
      </w:r>
      <w:r w:rsidRPr="002E56DC">
        <w:t xml:space="preserve"> nést veškerou odpovědnost za péči o část </w:t>
      </w:r>
      <w:r w:rsidR="001B3DA3" w:rsidRPr="002E56DC">
        <w:t>Díla</w:t>
      </w:r>
      <w:r w:rsidRPr="002E56DC">
        <w:t>, a to od</w:t>
      </w:r>
      <w:r w:rsidR="004D5A68">
        <w:t>e</w:t>
      </w:r>
      <w:r w:rsidRPr="002E56DC">
        <w:t xml:space="preserve"> </w:t>
      </w:r>
      <w:r w:rsidR="004F2C46">
        <w:t>Dne</w:t>
      </w:r>
      <w:r w:rsidRPr="002E56DC">
        <w:t xml:space="preserve"> zahájení prací až do doby vydání příslušného Potvrzení o </w:t>
      </w:r>
      <w:r w:rsidRPr="002E56DC">
        <w:lastRenderedPageBreak/>
        <w:t xml:space="preserve">převzetí zahrnujícího část </w:t>
      </w:r>
      <w:r w:rsidR="001B3DA3" w:rsidRPr="002E56DC">
        <w:t>Díla</w:t>
      </w:r>
      <w:r w:rsidRPr="002E56DC">
        <w:t>, kromě činností zajišťovaných Objednatelem podle písm.</w:t>
      </w:r>
      <w:r w:rsidR="0065508C" w:rsidRPr="002E56DC">
        <w:t xml:space="preserve"> </w:t>
      </w:r>
      <w:r w:rsidRPr="002E56DC">
        <w:t>b) tohoto odstavce 4.2.</w:t>
      </w:r>
    </w:p>
    <w:p w14:paraId="7AA248A2" w14:textId="3898744F" w:rsidR="00EF64A4" w:rsidRPr="002E56DC" w:rsidRDefault="00A876E2" w:rsidP="00424710">
      <w:pPr>
        <w:pStyle w:val="Odstavec1-2i"/>
      </w:pPr>
      <w:r w:rsidRPr="002E56DC">
        <w:t xml:space="preserve">Při provádění prací v průběhu </w:t>
      </w:r>
      <w:r w:rsidR="00EF64A4" w:rsidRPr="002E56DC">
        <w:t>P</w:t>
      </w:r>
      <w:r w:rsidRPr="002E56DC">
        <w:t xml:space="preserve">ředčasného užívání </w:t>
      </w:r>
      <w:r w:rsidR="001B3DA3" w:rsidRPr="002E56DC">
        <w:t xml:space="preserve">Díla </w:t>
      </w:r>
      <w:r w:rsidRPr="002E56DC">
        <w:t xml:space="preserve">plnit i nadále podmínky uvedené ve stavebním </w:t>
      </w:r>
      <w:r w:rsidRPr="00BA6C47">
        <w:t xml:space="preserve">povolení </w:t>
      </w:r>
      <w:r w:rsidR="00BA6C47" w:rsidRPr="00BA6C47">
        <w:t>č.j.: DUCR-10749/19/Ks</w:t>
      </w:r>
      <w:r w:rsidR="00BA6C47">
        <w:t xml:space="preserve"> </w:t>
      </w:r>
      <w:r w:rsidR="00EF64A4" w:rsidRPr="00BA6C47">
        <w:t>vydaném</w:t>
      </w:r>
      <w:r w:rsidRPr="00BA6C47">
        <w:t xml:space="preserve"> dne </w:t>
      </w:r>
      <w:r w:rsidR="00BA6C47" w:rsidRPr="00BA6C47">
        <w:t>25. 2. 2019</w:t>
      </w:r>
      <w:r w:rsidR="00424710" w:rsidRPr="00BA6C47">
        <w:t xml:space="preserve"> </w:t>
      </w:r>
      <w:r w:rsidR="00BA6C47" w:rsidRPr="00BA6C47">
        <w:t>drážním úřadem sekce stavební</w:t>
      </w:r>
      <w:r w:rsidR="00BA6C47">
        <w:t>, územní odbor Plzeň</w:t>
      </w:r>
      <w:r w:rsidR="00424710" w:rsidRPr="002E56DC">
        <w:t xml:space="preserve">. </w:t>
      </w:r>
    </w:p>
    <w:p w14:paraId="3EC9732D" w14:textId="77777777" w:rsidR="00E32B71" w:rsidRPr="002E56DC" w:rsidRDefault="00E32B71" w:rsidP="00E12962">
      <w:pPr>
        <w:pStyle w:val="Odstavec1-2i"/>
      </w:pPr>
      <w:r w:rsidRPr="002E56DC">
        <w:t>Zajistit potřebné podklady, které má zhotovitel povinnost předložit dle Smlouvy</w:t>
      </w:r>
      <w:r w:rsidR="007068A9">
        <w:t xml:space="preserve"> </w:t>
      </w:r>
      <w:r w:rsidRPr="002E56DC">
        <w:t>a které jsou nutné k vydání rozhodnutí o uvedení Díla do předčasného užívání, tj. připravit všechny doklady nutné k podání žádosti a k vydání rozhodnutí, které má zhotovitel povinnost dle Smlouvy předložit.</w:t>
      </w:r>
    </w:p>
    <w:p w14:paraId="515456CB" w14:textId="332C272D" w:rsidR="00E32B71" w:rsidRPr="002E56DC" w:rsidRDefault="00E32B71" w:rsidP="00E12962">
      <w:pPr>
        <w:pStyle w:val="Odstavec1-2i"/>
      </w:pPr>
      <w:r w:rsidRPr="002E56DC">
        <w:t xml:space="preserve">Provádět konkrétní činnosti a úkony k tomu, aby část </w:t>
      </w:r>
      <w:r w:rsidR="002E56DC" w:rsidRPr="002E56DC">
        <w:t>Díla</w:t>
      </w:r>
      <w:r w:rsidRPr="002E56DC">
        <w:t>, která je uvedena do</w:t>
      </w:r>
      <w:r w:rsidR="00FF783F">
        <w:t> P</w:t>
      </w:r>
      <w:r w:rsidRPr="002E56DC">
        <w:t>ředčasného užívání, byla dokončena takovým způsobem, aby mohl</w:t>
      </w:r>
      <w:r w:rsidR="002E56DC" w:rsidRPr="002E56DC">
        <w:t>o být Dílo</w:t>
      </w:r>
      <w:r w:rsidRPr="002E56DC">
        <w:t xml:space="preserve"> dokončen</w:t>
      </w:r>
      <w:r w:rsidR="002E56DC" w:rsidRPr="002E56DC">
        <w:t>o</w:t>
      </w:r>
      <w:r w:rsidRPr="002E56DC">
        <w:t xml:space="preserve"> v rozsahu nezbytném podle </w:t>
      </w:r>
      <w:r w:rsidRPr="00227945">
        <w:t>Smlouvy</w:t>
      </w:r>
      <w:r w:rsidR="000F7E5F" w:rsidRPr="00227945">
        <w:t xml:space="preserve"> pro </w:t>
      </w:r>
      <w:r w:rsidRPr="00227945">
        <w:t xml:space="preserve">vydání </w:t>
      </w:r>
      <w:r w:rsidR="001947E5">
        <w:t>Zápisu o předání a převzetí Díla</w:t>
      </w:r>
      <w:r w:rsidRPr="002E56DC">
        <w:t xml:space="preserve"> nejpozději ke dni ukončení doby </w:t>
      </w:r>
      <w:r w:rsidR="00AC0D67">
        <w:t>P</w:t>
      </w:r>
      <w:r w:rsidRPr="002E56DC">
        <w:t xml:space="preserve">ředčasného užívání Díla.  </w:t>
      </w:r>
    </w:p>
    <w:p w14:paraId="2806D06D" w14:textId="19625813" w:rsidR="00C60E19" w:rsidRPr="00BA6C47" w:rsidRDefault="00C60E19" w:rsidP="00C60E19">
      <w:pPr>
        <w:pStyle w:val="Odstavec1-2i"/>
      </w:pPr>
      <w:r w:rsidRPr="00BA6C47">
        <w:t>Zajišťovat běžnou údržbu části Díla, kterou nemá povinnost zajišťovat ve smyslu písm. b) tohoto odst. 4.2 Objednatel a údržbu dopravního značení stanoveného v rámci přechodné úpravy provozu</w:t>
      </w:r>
      <w:r w:rsidR="0088299B" w:rsidRPr="00BA6C47">
        <w:t>/zvláštního užívání pozemních komunikací</w:t>
      </w:r>
      <w:r w:rsidRPr="00BA6C47">
        <w:t xml:space="preserve"> (dále jen „DIO“) včetně přístupových cest </w:t>
      </w:r>
      <w:r w:rsidR="0012042F" w:rsidRPr="00BA6C47">
        <w:t>využívaných v rámci provádění Díla</w:t>
      </w:r>
      <w:r w:rsidRPr="00BA6C47">
        <w:t xml:space="preserve">, a to po celou dobu </w:t>
      </w:r>
      <w:r w:rsidR="00FF783F" w:rsidRPr="00BA6C47">
        <w:t>P</w:t>
      </w:r>
      <w:r w:rsidRPr="00BA6C47">
        <w:t xml:space="preserve">ředčasného užívání části Díla uvedenou v této </w:t>
      </w:r>
      <w:r w:rsidR="00A72477" w:rsidRPr="00BA6C47">
        <w:t>D</w:t>
      </w:r>
      <w:r w:rsidR="0088299B" w:rsidRPr="00BA6C47">
        <w:t>ohodě, jestliže se tato potřeba objeví v souvislosti s realizací Díla.</w:t>
      </w:r>
    </w:p>
    <w:p w14:paraId="65A06EF9" w14:textId="06B259ED" w:rsidR="00D671E8" w:rsidRPr="007D617A" w:rsidRDefault="00D671E8" w:rsidP="00C60E19">
      <w:pPr>
        <w:pStyle w:val="Odstavec1-2i"/>
      </w:pPr>
      <w:r w:rsidRPr="00BA6C47">
        <w:t>Provádět nezbytná kontrolní</w:t>
      </w:r>
      <w:r w:rsidR="00CC2D46" w:rsidRPr="00BA6C47">
        <w:t>/ověřovací</w:t>
      </w:r>
      <w:r w:rsidRPr="00BA6C47">
        <w:t xml:space="preserve"> měření prokazující dodržení </w:t>
      </w:r>
      <w:r w:rsidR="00CC2D46" w:rsidRPr="00BA6C47">
        <w:t xml:space="preserve">smluvních </w:t>
      </w:r>
      <w:r w:rsidRPr="00BA6C47">
        <w:t xml:space="preserve">parametrů Díla v rámci </w:t>
      </w:r>
      <w:r w:rsidR="00EF74B4" w:rsidRPr="00BA6C47">
        <w:t>přechodových</w:t>
      </w:r>
      <w:r w:rsidRPr="00BA6C47">
        <w:t xml:space="preserve"> stavů </w:t>
      </w:r>
      <w:r w:rsidR="00CC2D46" w:rsidRPr="00BA6C47">
        <w:t xml:space="preserve">v době jeho </w:t>
      </w:r>
      <w:r w:rsidR="00AC0D67" w:rsidRPr="00BA6C47">
        <w:t>P</w:t>
      </w:r>
      <w:r w:rsidRPr="00BA6C47">
        <w:t>ředčasného užívání (např. směrové a výškové uspořádání koleje, konsolidace náspů,</w:t>
      </w:r>
      <w:r w:rsidR="00EF74B4" w:rsidRPr="00BA6C47">
        <w:t xml:space="preserve"> podpůrné a zajišťovací </w:t>
      </w:r>
      <w:proofErr w:type="gramStart"/>
      <w:r w:rsidR="00EF74B4" w:rsidRPr="00BA6C47">
        <w:t>konstrukce,</w:t>
      </w:r>
      <w:proofErr w:type="gramEnd"/>
      <w:r w:rsidR="00943F2F" w:rsidRPr="00BA6C47">
        <w:t xml:space="preserve"> atp.</w:t>
      </w:r>
      <w:r w:rsidRPr="00BA6C47">
        <w:t>) a zajišťovat bezvadný stav provizorních</w:t>
      </w:r>
      <w:r w:rsidR="00943F2F" w:rsidRPr="00BA6C47">
        <w:t>/dočasných</w:t>
      </w:r>
      <w:r w:rsidRPr="00BA6C47">
        <w:t xml:space="preserve"> opatření</w:t>
      </w:r>
      <w:r w:rsidR="00943F2F" w:rsidRPr="00BA6C47">
        <w:t xml:space="preserve"> včetně pravidelné údržby</w:t>
      </w:r>
      <w:r w:rsidRPr="00BA6C47">
        <w:t xml:space="preserve"> (např. </w:t>
      </w:r>
      <w:r w:rsidR="002A37C1" w:rsidRPr="00BA6C47">
        <w:t>zajištění náhradních zdrojů a </w:t>
      </w:r>
      <w:r w:rsidRPr="00BA6C47">
        <w:t>napájení</w:t>
      </w:r>
      <w:r w:rsidR="00943F2F" w:rsidRPr="00BA6C47">
        <w:t xml:space="preserve"> energiemi a vodou</w:t>
      </w:r>
      <w:r w:rsidRPr="00BA6C47">
        <w:t xml:space="preserve">, </w:t>
      </w:r>
      <w:proofErr w:type="spellStart"/>
      <w:r w:rsidRPr="00BA6C47">
        <w:t>prov</w:t>
      </w:r>
      <w:proofErr w:type="spellEnd"/>
      <w:r w:rsidRPr="00BA6C47">
        <w:t xml:space="preserve">. stavy </w:t>
      </w:r>
      <w:proofErr w:type="spellStart"/>
      <w:r w:rsidRPr="00BA6C47">
        <w:t>zab</w:t>
      </w:r>
      <w:proofErr w:type="spellEnd"/>
      <w:r w:rsidRPr="00BA6C47">
        <w:t>. a sděl. zařízení, náhradní osvětlení</w:t>
      </w:r>
      <w:r w:rsidR="00943F2F" w:rsidRPr="00BA6C47">
        <w:t xml:space="preserve"> venkovních a vnitřních prostor</w:t>
      </w:r>
      <w:r w:rsidRPr="00BA6C47">
        <w:t xml:space="preserve">, </w:t>
      </w:r>
      <w:proofErr w:type="spellStart"/>
      <w:r w:rsidRPr="00BA6C47">
        <w:t>prov</w:t>
      </w:r>
      <w:proofErr w:type="spellEnd"/>
      <w:r w:rsidRPr="00BA6C47">
        <w:t>. přístupové cesty pro cestující veřejnost a</w:t>
      </w:r>
      <w:r w:rsidR="00943F2F" w:rsidRPr="00BA6C47">
        <w:t> </w:t>
      </w:r>
      <w:r w:rsidRPr="00BA6C47">
        <w:t>obsluhu dráhy,</w:t>
      </w:r>
      <w:r w:rsidR="00943F2F" w:rsidRPr="00BA6C47">
        <w:t xml:space="preserve"> </w:t>
      </w:r>
      <w:proofErr w:type="spellStart"/>
      <w:r w:rsidR="00943F2F" w:rsidRPr="00BA6C47">
        <w:t>prov</w:t>
      </w:r>
      <w:proofErr w:type="spellEnd"/>
      <w:r w:rsidR="00943F2F" w:rsidRPr="00BA6C47">
        <w:t>. staveništní přechody a</w:t>
      </w:r>
      <w:r w:rsidR="00EF74B4" w:rsidRPr="00BA6C47">
        <w:t> </w:t>
      </w:r>
      <w:r w:rsidR="00943F2F" w:rsidRPr="00BA6C47">
        <w:t>přejezdy,</w:t>
      </w:r>
      <w:r w:rsidRPr="00BA6C47">
        <w:t xml:space="preserve"> </w:t>
      </w:r>
      <w:r w:rsidR="00943F2F" w:rsidRPr="00BA6C47">
        <w:t>dočasné</w:t>
      </w:r>
      <w:r w:rsidR="002A37C1" w:rsidRPr="00BA6C47">
        <w:t xml:space="preserve"> informační a orientační systémy,</w:t>
      </w:r>
      <w:r w:rsidR="00EF74B4" w:rsidRPr="00BA6C47">
        <w:t xml:space="preserve"> výstroj trati, </w:t>
      </w:r>
      <w:r w:rsidR="002A37C1" w:rsidRPr="00BA6C47">
        <w:t>zaškolení obsluhujícího personálu Objednatele včetně simulačních programů a</w:t>
      </w:r>
      <w:r w:rsidR="00943F2F" w:rsidRPr="00BA6C47">
        <w:t> </w:t>
      </w:r>
      <w:r w:rsidR="002A37C1" w:rsidRPr="00BA6C47">
        <w:t xml:space="preserve">návodů k obsluze, čerpání či převedení </w:t>
      </w:r>
      <w:r w:rsidR="00943F2F" w:rsidRPr="00BA6C47">
        <w:t xml:space="preserve">srážkové a podzemní vody, odpovídající podmínky pro náhradní autobusovou dopravu, </w:t>
      </w:r>
      <w:r w:rsidR="00EF74B4" w:rsidRPr="00BA6C47">
        <w:t xml:space="preserve">zajištění opatření při přechodné </w:t>
      </w:r>
      <w:r w:rsidR="00EF74B4" w:rsidRPr="007D617A">
        <w:t xml:space="preserve">nefunkčnosti ohřevů </w:t>
      </w:r>
      <w:proofErr w:type="gramStart"/>
      <w:r w:rsidR="00EF74B4" w:rsidRPr="007D617A">
        <w:t>výměn,</w:t>
      </w:r>
      <w:proofErr w:type="gramEnd"/>
      <w:r w:rsidR="00EF74B4" w:rsidRPr="007D617A">
        <w:t xml:space="preserve"> </w:t>
      </w:r>
      <w:r w:rsidR="00943F2F" w:rsidRPr="007D617A">
        <w:t>atp.)</w:t>
      </w:r>
    </w:p>
    <w:p w14:paraId="2876B2B3" w14:textId="63D38DC6" w:rsidR="00C60E19" w:rsidRPr="007D617A" w:rsidRDefault="00C60E19" w:rsidP="00C60E19">
      <w:pPr>
        <w:pStyle w:val="Odstavec1-2i"/>
      </w:pPr>
      <w:r w:rsidRPr="007D617A">
        <w:t>Provádět potřebné opravy části Díla nezpůsobené veřejným provozem anebo nezpůsobené v důsledku údržby zajišťované Objednatelem</w:t>
      </w:r>
      <w:r w:rsidR="0088299B" w:rsidRPr="007D617A">
        <w:t>,</w:t>
      </w:r>
      <w:r w:rsidRPr="007D617A">
        <w:t xml:space="preserve"> opravy DIO</w:t>
      </w:r>
      <w:r w:rsidR="0088299B" w:rsidRPr="007D617A">
        <w:t xml:space="preserve"> a příp. škody vzniklé v souvislosti s realizací Díla poškozením podzemních vedení a</w:t>
      </w:r>
      <w:r w:rsidR="002A37C1" w:rsidRPr="007D617A">
        <w:t> </w:t>
      </w:r>
      <w:r w:rsidR="0088299B" w:rsidRPr="007D617A">
        <w:t>zařízení technické infrastruktury ve vlastnictví třetích stran</w:t>
      </w:r>
      <w:r w:rsidRPr="007D617A">
        <w:t xml:space="preserve">, a to v souladu s příslušnými ustanoveními </w:t>
      </w:r>
      <w:r w:rsidR="008278BD">
        <w:t xml:space="preserve">Obchodních </w:t>
      </w:r>
      <w:r w:rsidRPr="007D617A">
        <w:t>podmínek. U škod na DIO, způsobených v důsledku dopravních nehod, provést neprodleně odstranění takové škody a</w:t>
      </w:r>
      <w:r w:rsidR="00943F2F" w:rsidRPr="007D617A">
        <w:t> </w:t>
      </w:r>
      <w:r w:rsidRPr="007D617A">
        <w:t xml:space="preserve">uvedení DIO do původního stavu, a to samostatně nebo po </w:t>
      </w:r>
      <w:r w:rsidRPr="004D5A68">
        <w:t>výzvě Objednatele.</w:t>
      </w:r>
      <w:r w:rsidRPr="007D617A">
        <w:t xml:space="preserve"> </w:t>
      </w:r>
    </w:p>
    <w:p w14:paraId="6CB25358" w14:textId="680833CE" w:rsidR="00C60E19" w:rsidRPr="007D617A" w:rsidRDefault="00C60E19" w:rsidP="00C60E19">
      <w:pPr>
        <w:pStyle w:val="Odstavec1-2i"/>
      </w:pPr>
      <w:r w:rsidRPr="007D617A">
        <w:t xml:space="preserve">Provádět potřebné opravy části Díla způsobené veřejným provozem nebo vandalismem na základě výzvy Objednatele, a to v rozsahu požadovaném Objednatelem. Úhrada vzniklých nákladů bude řešena dle příslušných ustanovení </w:t>
      </w:r>
      <w:r w:rsidR="008278BD">
        <w:t xml:space="preserve">Obchodních </w:t>
      </w:r>
      <w:r w:rsidRPr="007D617A">
        <w:t xml:space="preserve">podmínek. </w:t>
      </w:r>
    </w:p>
    <w:p w14:paraId="10343A67" w14:textId="4EA18AD2" w:rsidR="00C60E19" w:rsidRPr="008A4239" w:rsidRDefault="00C60E19" w:rsidP="00C60E19">
      <w:pPr>
        <w:pStyle w:val="Odstavec1-2i"/>
      </w:pPr>
      <w:r w:rsidRPr="008A4239">
        <w:t xml:space="preserve">Být součinný Objednateli při projednání s příslušným zajišťovatelem zimní údržby o způsobu a podmínkách provádění zimní údržby Díla uvedeného do </w:t>
      </w:r>
      <w:r w:rsidR="00AC0D67" w:rsidRPr="008A4239">
        <w:t>P</w:t>
      </w:r>
      <w:r w:rsidRPr="008A4239">
        <w:t>ředčasného užívání</w:t>
      </w:r>
      <w:r w:rsidR="0012042F" w:rsidRPr="008A4239">
        <w:t xml:space="preserve">. </w:t>
      </w:r>
      <w:r w:rsidRPr="008A4239">
        <w:t xml:space="preserve">Tímto ustanovením není dotčena povinnost Objednatele zajistit a hradit zimní údržbu. </w:t>
      </w:r>
    </w:p>
    <w:p w14:paraId="3EB13665" w14:textId="2B9ADE59" w:rsidR="00C60E19" w:rsidRPr="000F39D9" w:rsidRDefault="00C60E19" w:rsidP="00C60E19">
      <w:pPr>
        <w:pStyle w:val="Odstavec1-2i"/>
      </w:pPr>
      <w:r w:rsidRPr="000F39D9">
        <w:t xml:space="preserve">Zajistit všechna nezbytná povolení k dočasné úpravě provozu na </w:t>
      </w:r>
      <w:r w:rsidR="0012042F" w:rsidRPr="000F39D9">
        <w:t>pozemní</w:t>
      </w:r>
      <w:r w:rsidR="0088299B" w:rsidRPr="000F39D9">
        <w:t>ch</w:t>
      </w:r>
      <w:r w:rsidR="0012042F" w:rsidRPr="000F39D9">
        <w:t xml:space="preserve"> </w:t>
      </w:r>
      <w:r w:rsidR="0088299B" w:rsidRPr="000F39D9">
        <w:t>komunikacích</w:t>
      </w:r>
      <w:r w:rsidRPr="000F39D9">
        <w:t xml:space="preserve"> v rozsahu </w:t>
      </w:r>
      <w:r w:rsidR="00AC0D67" w:rsidRPr="000F39D9">
        <w:t>P</w:t>
      </w:r>
      <w:r w:rsidRPr="000F39D9">
        <w:t>ředčasného užívání, a to včetně stan</w:t>
      </w:r>
      <w:r w:rsidR="00A63D4A" w:rsidRPr="000F39D9">
        <w:t xml:space="preserve">ovení přechodné úpravy. </w:t>
      </w:r>
    </w:p>
    <w:p w14:paraId="6E61EEFA" w14:textId="77777777" w:rsidR="00A876E2" w:rsidRPr="0065508C" w:rsidRDefault="00605D0F" w:rsidP="00E12962">
      <w:pPr>
        <w:pStyle w:val="Odstavec1-1a"/>
        <w:rPr>
          <w:rStyle w:val="Tun"/>
        </w:rPr>
      </w:pPr>
      <w:r w:rsidRPr="0065508C">
        <w:rPr>
          <w:rStyle w:val="Tun"/>
        </w:rPr>
        <w:t>Povinnosti Objednatele</w:t>
      </w:r>
    </w:p>
    <w:p w14:paraId="3E19EE39" w14:textId="7CB39063" w:rsidR="00605D0F" w:rsidRPr="00023D75" w:rsidRDefault="00605D0F" w:rsidP="00E12962">
      <w:pPr>
        <w:pStyle w:val="Odstavec1-2i"/>
      </w:pPr>
      <w:r w:rsidRPr="00023D75">
        <w:t xml:space="preserve">Poskytnout Zhotoviteli součinnost při zajišťování podkladů potřebných k uvedení části </w:t>
      </w:r>
      <w:r w:rsidR="002E56DC">
        <w:t>Díla</w:t>
      </w:r>
      <w:r w:rsidRPr="00023D75">
        <w:t xml:space="preserve"> do Předčasného užívání, které zajišťuje podle Smlouvy Zhotovitel, zajistit ostatní podklady potřebné k uvedení části </w:t>
      </w:r>
      <w:r w:rsidR="002E56DC">
        <w:t>Díla</w:t>
      </w:r>
      <w:r w:rsidRPr="00023D75">
        <w:t xml:space="preserve"> do P</w:t>
      </w:r>
      <w:r w:rsidR="00242E71" w:rsidRPr="00023D75">
        <w:t>ředčasného užívání</w:t>
      </w:r>
      <w:r w:rsidRPr="00023D75">
        <w:t xml:space="preserve">, </w:t>
      </w:r>
      <w:r w:rsidRPr="00023D75">
        <w:lastRenderedPageBreak/>
        <w:t xml:space="preserve">které Zhotovitel nezajišťuje, a v součinnosti se Zhotovitelem zajistit povolení k uvedení </w:t>
      </w:r>
      <w:r w:rsidR="003D21F0" w:rsidRPr="00023D75">
        <w:t xml:space="preserve">části </w:t>
      </w:r>
      <w:r w:rsidR="002E56DC">
        <w:t>Díla</w:t>
      </w:r>
      <w:r w:rsidRPr="00023D75">
        <w:t xml:space="preserve"> do </w:t>
      </w:r>
      <w:r w:rsidR="00AC0D67">
        <w:t>P</w:t>
      </w:r>
      <w:r w:rsidRPr="00023D75">
        <w:t>ředčasného užívání.</w:t>
      </w:r>
    </w:p>
    <w:p w14:paraId="03D4CEDC" w14:textId="19745EFB" w:rsidR="00605D0F" w:rsidRPr="00023D75" w:rsidRDefault="00605D0F" w:rsidP="00E12962">
      <w:pPr>
        <w:pStyle w:val="Odstavec1-2i"/>
      </w:pPr>
      <w:r w:rsidRPr="00023D75">
        <w:t xml:space="preserve">Postupovat </w:t>
      </w:r>
      <w:r w:rsidR="0041409E">
        <w:t>v souladu s Obchodními podmínkami,</w:t>
      </w:r>
      <w:r w:rsidRPr="00023D75">
        <w:t xml:space="preserve"> při odstraňování důsledků </w:t>
      </w:r>
      <w:r w:rsidR="00AC0D67">
        <w:t>P</w:t>
      </w:r>
      <w:r w:rsidRPr="00023D75">
        <w:t xml:space="preserve">ředčasného užívání, které vedou ke ztrátě nebo škodě na </w:t>
      </w:r>
      <w:r w:rsidR="00242E71" w:rsidRPr="00023D75">
        <w:t xml:space="preserve">části </w:t>
      </w:r>
      <w:r w:rsidR="002E56DC">
        <w:t>Díla</w:t>
      </w:r>
      <w:r w:rsidRPr="00023D75">
        <w:t xml:space="preserve">, a které jsou rizikem Objednatele. </w:t>
      </w:r>
    </w:p>
    <w:p w14:paraId="161092B5" w14:textId="7E2C495D" w:rsidR="00605D0F" w:rsidRPr="00023D75" w:rsidRDefault="00605D0F" w:rsidP="00E12962">
      <w:pPr>
        <w:pStyle w:val="Odstavec1-2i"/>
      </w:pPr>
      <w:r w:rsidRPr="00023D75">
        <w:t xml:space="preserve">Zajistit věcně i finančně potřebné opravy škod a opotřebení </w:t>
      </w:r>
      <w:r w:rsidR="00242E71" w:rsidRPr="00023D75">
        <w:t xml:space="preserve">části </w:t>
      </w:r>
      <w:r w:rsidR="002E56DC">
        <w:t>Díla</w:t>
      </w:r>
      <w:r w:rsidRPr="00023D75">
        <w:t xml:space="preserve"> způsobených v důsledku veřejného provozu anebo způsobených v důsledku údržby zajišťované Objednatelem</w:t>
      </w:r>
      <w:r w:rsidR="00242E71" w:rsidRPr="00023D75">
        <w:t>,</w:t>
      </w:r>
      <w:r w:rsidRPr="00023D75">
        <w:t xml:space="preserve"> a to s uvedením do původního stavu. Zajistit běžnou údržbu </w:t>
      </w:r>
      <w:r w:rsidR="00242E71" w:rsidRPr="00023D75">
        <w:t xml:space="preserve">části </w:t>
      </w:r>
      <w:r w:rsidR="002E56DC">
        <w:t>Díla</w:t>
      </w:r>
      <w:r w:rsidRPr="00023D75">
        <w:t xml:space="preserve"> v rozsahu potřebném pro zajištění </w:t>
      </w:r>
      <w:r w:rsidR="00242E71" w:rsidRPr="00023D75">
        <w:t xml:space="preserve">provozování části </w:t>
      </w:r>
      <w:r w:rsidR="002E56DC">
        <w:t>Díla</w:t>
      </w:r>
      <w:r w:rsidR="00242E71" w:rsidRPr="00023D75">
        <w:t xml:space="preserve"> uváděné</w:t>
      </w:r>
      <w:r w:rsidRPr="00023D75">
        <w:t xml:space="preserve"> do </w:t>
      </w:r>
      <w:r w:rsidR="00AC0D67">
        <w:t>P</w:t>
      </w:r>
      <w:r w:rsidRPr="00023D75">
        <w:t>ředčasného užívání. Tímto ustanovením není dotčena odpovědnost Zhotovitele za vady Díla a záruční doba Díla dle Smlouvy</w:t>
      </w:r>
      <w:r w:rsidR="00242E71" w:rsidRPr="00023D75">
        <w:t>.</w:t>
      </w:r>
      <w:r w:rsidRPr="00023D75">
        <w:t xml:space="preserve">  </w:t>
      </w:r>
    </w:p>
    <w:p w14:paraId="0DE390E0" w14:textId="77777777" w:rsidR="007D26F9" w:rsidRPr="006D7BBE" w:rsidRDefault="00242E71" w:rsidP="00BC5BDD">
      <w:pPr>
        <w:pStyle w:val="Nadpis1-1"/>
      </w:pPr>
      <w:r w:rsidRPr="006D7BBE">
        <w:t xml:space="preserve">BĚH ZÁRUČNÍ DOBY </w:t>
      </w:r>
    </w:p>
    <w:p w14:paraId="6E39954C" w14:textId="57C772F5" w:rsidR="00CA6FA5" w:rsidRDefault="00CA6FA5" w:rsidP="002C025B">
      <w:pPr>
        <w:pStyle w:val="Text1-1"/>
      </w:pPr>
      <w:r w:rsidRPr="00CA6FA5">
        <w:t xml:space="preserve">Uzavření této Dohody a zahájení </w:t>
      </w:r>
      <w:r w:rsidR="00FF783F">
        <w:t>P</w:t>
      </w:r>
      <w:r w:rsidRPr="00CA6FA5">
        <w:t xml:space="preserve">ředčasného užívání </w:t>
      </w:r>
      <w:r>
        <w:t xml:space="preserve">části </w:t>
      </w:r>
      <w:r w:rsidR="002E56DC">
        <w:t xml:space="preserve">Díla </w:t>
      </w:r>
      <w:r w:rsidRPr="00CA6FA5">
        <w:t>nemá za následek počátek bě</w:t>
      </w:r>
      <w:r>
        <w:t xml:space="preserve">hu záruční doby Díla dle </w:t>
      </w:r>
      <w:r w:rsidR="008278BD">
        <w:t xml:space="preserve">Obchodních </w:t>
      </w:r>
      <w:r>
        <w:t>podmínek.</w:t>
      </w:r>
      <w:r w:rsidRPr="00CA6FA5">
        <w:t xml:space="preserve">  </w:t>
      </w:r>
    </w:p>
    <w:p w14:paraId="32218018" w14:textId="77777777" w:rsidR="006D7BBE" w:rsidRDefault="006D7BBE" w:rsidP="006D7BBE">
      <w:pPr>
        <w:pStyle w:val="Nadpis1-1"/>
      </w:pPr>
      <w:r>
        <w:t>ZÁVĚREČNÁ USTANOVENÍ</w:t>
      </w:r>
    </w:p>
    <w:p w14:paraId="4A3BD962" w14:textId="4CBF0243" w:rsidR="00911AAA" w:rsidRPr="00911AAA" w:rsidRDefault="00911AAA" w:rsidP="002C025B">
      <w:pPr>
        <w:pStyle w:val="Text1-1"/>
      </w:pPr>
      <w:r w:rsidRPr="00911AAA">
        <w:t xml:space="preserve">Tato Dohoda nabývá účinnosti dnem podpisu této Dohody. Účinnost Dohody zaniká uplynutím </w:t>
      </w:r>
      <w:r>
        <w:t>d</w:t>
      </w:r>
      <w:r w:rsidRPr="00911AAA">
        <w:t xml:space="preserve">oby </w:t>
      </w:r>
      <w:r w:rsidR="00AC0D67">
        <w:t>P</w:t>
      </w:r>
      <w:r w:rsidRPr="00911AAA">
        <w:t xml:space="preserve">ředčasného užívání </w:t>
      </w:r>
      <w:r>
        <w:t xml:space="preserve">části </w:t>
      </w:r>
      <w:r w:rsidR="002E56DC">
        <w:t>Díla</w:t>
      </w:r>
      <w:r w:rsidRPr="00911AAA">
        <w:t xml:space="preserve"> nebo vydáním </w:t>
      </w:r>
      <w:r>
        <w:t>příslušného Potvrzení</w:t>
      </w:r>
      <w:r w:rsidRPr="00911AAA">
        <w:t xml:space="preserve"> o</w:t>
      </w:r>
      <w:r w:rsidR="00FF783F">
        <w:t> </w:t>
      </w:r>
      <w:r w:rsidRPr="00911AAA">
        <w:t xml:space="preserve">převzetí </w:t>
      </w:r>
      <w:r>
        <w:t xml:space="preserve">zahrnujícího část </w:t>
      </w:r>
      <w:r w:rsidR="002E56DC">
        <w:t>Díla</w:t>
      </w:r>
      <w:r w:rsidRPr="00911AAA">
        <w:t>, podle toho, co nastane dříve.</w:t>
      </w:r>
    </w:p>
    <w:p w14:paraId="74DE8D85" w14:textId="212D7D97" w:rsidR="00EF51ED" w:rsidRDefault="00EF51ED" w:rsidP="00EF51ED">
      <w:pPr>
        <w:pStyle w:val="Text1-1"/>
      </w:pPr>
      <w:bookmarkStart w:id="0" w:name="_Hlk159925476"/>
      <w:r>
        <w:t>Tato Dohoda je vyhotovena elektronicky a podepsána zaručeným elektronickým podpisem založeným na kvalifikovaném certifikátu pro elektronický podpis nebo kvalifikovaným elektronickým podpisem.</w:t>
      </w:r>
    </w:p>
    <w:p w14:paraId="683F96E3" w14:textId="3B4B1193" w:rsidR="00911AAA" w:rsidRPr="00911AAA" w:rsidRDefault="00EF51ED" w:rsidP="0029165B">
      <w:pPr>
        <w:pStyle w:val="Text1-1"/>
      </w:pPr>
      <w:bookmarkStart w:id="1" w:name="_Hlk159925499"/>
      <w:bookmarkEnd w:id="0"/>
      <w:r>
        <w:t>Podmínky sjednané v této Dohodě</w:t>
      </w:r>
      <w:r w:rsidRPr="00EF51ED">
        <w:t xml:space="preserve"> je možné měnit pouze písemnou dohodou Stran ve formě číslovaných dodatků této </w:t>
      </w:r>
      <w:r>
        <w:t>Dohody</w:t>
      </w:r>
      <w:r w:rsidRPr="00EF51ED">
        <w:t>, podepsanou za každou Stranu osobou nebo osobami oprávněnými takový dodatek podepsat.</w:t>
      </w:r>
      <w:bookmarkEnd w:id="1"/>
    </w:p>
    <w:p w14:paraId="6A8C6C56" w14:textId="77777777" w:rsidR="00911AAA" w:rsidRPr="00911AAA" w:rsidRDefault="00911AAA" w:rsidP="002C025B">
      <w:pPr>
        <w:pStyle w:val="Text1-1"/>
      </w:pPr>
      <w:r w:rsidRPr="00911AAA">
        <w:t xml:space="preserve">Strany Dohody prohlašují, že tato </w:t>
      </w:r>
      <w:r w:rsidR="008B27F5">
        <w:t>Dohoda</w:t>
      </w:r>
      <w:r w:rsidR="008924DA">
        <w:t xml:space="preserve"> </w:t>
      </w:r>
      <w:r w:rsidRPr="00911AAA">
        <w:t>je jejich shodnou, souhlasnou a</w:t>
      </w:r>
      <w:r w:rsidR="0065508C">
        <w:t> </w:t>
      </w:r>
      <w:r w:rsidRPr="00911AAA">
        <w:t>svobodnou vůlí, že nebyla uzavřena v tísni nebo za jiných nepříznivých podmínek a</w:t>
      </w:r>
      <w:r w:rsidR="0065508C">
        <w:t> </w:t>
      </w:r>
      <w:r w:rsidRPr="00911AAA">
        <w:t>na důkaz toho připojují své vlastnoruční podpisy.</w:t>
      </w:r>
    </w:p>
    <w:p w14:paraId="25969F32" w14:textId="77777777" w:rsidR="0065508C" w:rsidRPr="0074517C" w:rsidRDefault="0065508C" w:rsidP="0074517C">
      <w:pPr>
        <w:pStyle w:val="Textbezodsazen"/>
      </w:pPr>
    </w:p>
    <w:p w14:paraId="150CA481" w14:textId="77777777" w:rsidR="0065508C" w:rsidRPr="0074517C" w:rsidRDefault="0065508C" w:rsidP="0074517C">
      <w:pPr>
        <w:pStyle w:val="Textbezodsazen"/>
      </w:pPr>
    </w:p>
    <w:p w14:paraId="210F9825" w14:textId="77777777" w:rsidR="007D26F9" w:rsidRPr="00E12962" w:rsidRDefault="007D26F9" w:rsidP="00E12962">
      <w:pPr>
        <w:pStyle w:val="Textbezodsazen"/>
        <w:rPr>
          <w:rStyle w:val="Tun"/>
        </w:rPr>
      </w:pPr>
      <w:r w:rsidRPr="00E12962">
        <w:rPr>
          <w:rStyle w:val="Tun"/>
        </w:rPr>
        <w:t xml:space="preserve">Smluvní strany prohlašují, že si tuto </w:t>
      </w:r>
      <w:r w:rsidR="007068A9">
        <w:rPr>
          <w:rStyle w:val="Tun"/>
        </w:rPr>
        <w:t xml:space="preserve">Dohodu </w:t>
      </w:r>
      <w:r w:rsidRPr="00E12962">
        <w:rPr>
          <w:rStyle w:val="Tun"/>
        </w:rPr>
        <w:t>přečetly, že</w:t>
      </w:r>
      <w:r w:rsidR="006E7CEC" w:rsidRPr="00E12962">
        <w:rPr>
          <w:rStyle w:val="Tun"/>
        </w:rPr>
        <w:t xml:space="preserve"> s </w:t>
      </w:r>
      <w:r w:rsidRPr="00E12962">
        <w:rPr>
          <w:rStyle w:val="Tun"/>
        </w:rPr>
        <w:t>jejím obsahem souhlasí</w:t>
      </w:r>
      <w:r w:rsidR="006E7CEC" w:rsidRPr="00E12962">
        <w:rPr>
          <w:rStyle w:val="Tun"/>
        </w:rPr>
        <w:t xml:space="preserve"> a </w:t>
      </w:r>
      <w:r w:rsidRPr="00E12962">
        <w:rPr>
          <w:rStyle w:val="Tun"/>
        </w:rPr>
        <w:t>na důkaz toho</w:t>
      </w:r>
      <w:r w:rsidR="006E7CEC" w:rsidRPr="00E12962">
        <w:rPr>
          <w:rStyle w:val="Tun"/>
        </w:rPr>
        <w:t xml:space="preserve"> k </w:t>
      </w:r>
      <w:r w:rsidRPr="00E12962">
        <w:rPr>
          <w:rStyle w:val="Tun"/>
        </w:rPr>
        <w:t>ní připojují svoje podpisy.</w:t>
      </w:r>
    </w:p>
    <w:p w14:paraId="6E4C8E84" w14:textId="77777777" w:rsidR="00F422D3" w:rsidRPr="0093713E" w:rsidRDefault="00F422D3" w:rsidP="009F0867">
      <w:pPr>
        <w:pStyle w:val="Textbezodsazen"/>
      </w:pPr>
    </w:p>
    <w:p w14:paraId="0A045E4F" w14:textId="77777777" w:rsidR="00911AAA" w:rsidRPr="0093713E" w:rsidRDefault="00911AAA" w:rsidP="009F0867">
      <w:pPr>
        <w:pStyle w:val="Textbezodsazen"/>
      </w:pPr>
    </w:p>
    <w:p w14:paraId="64A2B604" w14:textId="77777777" w:rsidR="00F422D3" w:rsidRPr="0093713E" w:rsidRDefault="00F422D3" w:rsidP="009F0867">
      <w:pPr>
        <w:pStyle w:val="Textbezodsazen"/>
      </w:pPr>
    </w:p>
    <w:p w14:paraId="512DB5EE" w14:textId="58689CA1" w:rsidR="00F422D3" w:rsidRPr="0093713E" w:rsidRDefault="00F422D3" w:rsidP="009F0867">
      <w:pPr>
        <w:pStyle w:val="Textbezodsazen"/>
      </w:pPr>
      <w:r w:rsidRPr="0093713E">
        <w:t>V…………</w:t>
      </w:r>
      <w:proofErr w:type="gramStart"/>
      <w:r w:rsidRPr="0093713E">
        <w:t>…….</w:t>
      </w:r>
      <w:proofErr w:type="gramEnd"/>
      <w:r w:rsidRPr="0093713E">
        <w:t xml:space="preserve">. dne ……………. </w:t>
      </w:r>
      <w:r w:rsidRPr="0093713E">
        <w:tab/>
      </w:r>
      <w:r w:rsidRPr="0093713E">
        <w:tab/>
      </w:r>
      <w:r w:rsidRPr="0093713E">
        <w:tab/>
      </w:r>
      <w:r w:rsidRPr="0093713E">
        <w:tab/>
      </w:r>
      <w:r w:rsidR="009A6B05">
        <w:t xml:space="preserve">   </w:t>
      </w:r>
      <w:r w:rsidRPr="0093713E">
        <w:t>V…………………. dne …</w:t>
      </w:r>
      <w:proofErr w:type="gramStart"/>
      <w:r w:rsidRPr="0093713E">
        <w:t>…….</w:t>
      </w:r>
      <w:proofErr w:type="gramEnd"/>
      <w:r w:rsidRPr="0093713E">
        <w:t>.</w:t>
      </w:r>
    </w:p>
    <w:p w14:paraId="61A95CAD" w14:textId="77777777" w:rsidR="00F422D3" w:rsidRPr="0093713E" w:rsidRDefault="00F422D3" w:rsidP="009F0867">
      <w:pPr>
        <w:pStyle w:val="Textbezodsazen"/>
      </w:pPr>
    </w:p>
    <w:p w14:paraId="0F222EA2" w14:textId="62957C82" w:rsidR="002C025B" w:rsidRDefault="009A6B05" w:rsidP="0074517C">
      <w:pPr>
        <w:pStyle w:val="Textbezodsazen"/>
      </w:pPr>
      <w:r>
        <w:rPr>
          <w:highlight w:val="green"/>
        </w:rPr>
        <w:t xml:space="preserve">   </w:t>
      </w:r>
      <w:proofErr w:type="gramStart"/>
      <w:r w:rsidR="00A63D4A">
        <w:rPr>
          <w:highlight w:val="green"/>
        </w:rPr>
        <w:t>[</w:t>
      </w:r>
      <w:r w:rsidRPr="009A6B05">
        <w:rPr>
          <w:highlight w:val="green"/>
        </w:rPr>
        <w:t xml:space="preserve"> </w:t>
      </w:r>
      <w:r w:rsidRPr="001F537D">
        <w:rPr>
          <w:highlight w:val="green"/>
        </w:rPr>
        <w:t>VLOŽÍ</w:t>
      </w:r>
      <w:proofErr w:type="gramEnd"/>
      <w:r w:rsidRPr="001F537D">
        <w:rPr>
          <w:highlight w:val="green"/>
        </w:rPr>
        <w:t xml:space="preserve"> OBJEDNATEL</w:t>
      </w:r>
      <w:r w:rsidR="00A63D4A">
        <w:rPr>
          <w:highlight w:val="green"/>
        </w:rPr>
        <w:t>]</w:t>
      </w:r>
      <w:r>
        <w:rPr>
          <w:highlight w:val="green"/>
        </w:rPr>
        <w:tab/>
      </w:r>
      <w:r>
        <w:t xml:space="preserve">                                     </w:t>
      </w: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1F874455" w14:textId="77777777" w:rsidR="002C025B" w:rsidRDefault="002C025B" w:rsidP="00C8187D">
      <w:pPr>
        <w:sectPr w:rsidR="002C025B" w:rsidSect="0050154B">
          <w:footerReference w:type="even" r:id="rId11"/>
          <w:footerReference w:type="default" r:id="rId12"/>
          <w:headerReference w:type="first" r:id="rId13"/>
          <w:pgSz w:w="11906" w:h="16838" w:code="9"/>
          <w:pgMar w:top="1049" w:right="1588" w:bottom="1474" w:left="1588" w:header="595" w:footer="624" w:gutter="0"/>
          <w:pgNumType w:start="1"/>
          <w:cols w:space="708"/>
          <w:titlePg/>
          <w:docGrid w:linePitch="360"/>
        </w:sectPr>
      </w:pPr>
    </w:p>
    <w:p w14:paraId="5777E755" w14:textId="77777777" w:rsidR="00C5743A" w:rsidRDefault="00C5743A" w:rsidP="00C5743A">
      <w:pPr>
        <w:pStyle w:val="Textbezodsazen"/>
        <w:sectPr w:rsidR="00C5743A" w:rsidSect="002D7D37">
          <w:headerReference w:type="default" r:id="rId14"/>
          <w:footerReference w:type="even" r:id="rId15"/>
          <w:footerReference w:type="default" r:id="rId16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3E893A1E" w14:textId="77777777" w:rsidR="00C5743A" w:rsidRPr="00C5743A" w:rsidRDefault="00C5743A" w:rsidP="00C5743A">
      <w:pPr>
        <w:pStyle w:val="Textbezodsazen"/>
      </w:pPr>
    </w:p>
    <w:sectPr w:rsidR="00C5743A" w:rsidRPr="00C5743A" w:rsidSect="002D7D37">
      <w:footerReference w:type="even" r:id="rId17"/>
      <w:footerReference w:type="default" r:id="rId18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4D753" w14:textId="77777777" w:rsidR="00303B23" w:rsidRDefault="00303B23" w:rsidP="00962258">
      <w:pPr>
        <w:spacing w:after="0" w:line="240" w:lineRule="auto"/>
      </w:pPr>
      <w:r>
        <w:separator/>
      </w:r>
    </w:p>
  </w:endnote>
  <w:endnote w:type="continuationSeparator" w:id="0">
    <w:p w14:paraId="03C3477B" w14:textId="77777777" w:rsidR="00303B23" w:rsidRDefault="00303B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D7D37" w:rsidRPr="003462EB" w14:paraId="0257291A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1AAB26E" w14:textId="6BE21A05" w:rsidR="002D7D37" w:rsidRPr="00B8518B" w:rsidRDefault="002D7D37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2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2C025B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B55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C8BED37" w14:textId="77777777" w:rsidR="00010A3D" w:rsidRDefault="00010A3D" w:rsidP="00113009">
          <w:pPr>
            <w:pStyle w:val="Zpatvlevo"/>
          </w:pPr>
          <w:r>
            <w:t xml:space="preserve">Dohoda o předčasném užívání části Díla </w:t>
          </w:r>
        </w:p>
        <w:p w14:paraId="1F184D38" w14:textId="00928396" w:rsidR="002D7D37" w:rsidRPr="003462EB" w:rsidRDefault="00AF242B" w:rsidP="00010A3D">
          <w:pPr>
            <w:pStyle w:val="Zpatvlevo"/>
          </w:pPr>
          <w:fldSimple w:instr=" STYLEREF  _Název_akce  \* MERGEFORMAT ">
            <w:r w:rsidR="003B55A2" w:rsidRPr="003B55A2">
              <w:rPr>
                <w:b/>
                <w:bCs/>
                <w:noProof/>
              </w:rPr>
              <w:t>„</w:t>
            </w:r>
            <w:r w:rsidR="003B55A2">
              <w:rPr>
                <w:noProof/>
              </w:rPr>
              <w:t>Rekonstrukce výpravní budovy ŽST Plzeň – Jižní Předměstí“</w:t>
            </w:r>
          </w:fldSimple>
        </w:p>
      </w:tc>
    </w:tr>
  </w:tbl>
  <w:p w14:paraId="64D0700F" w14:textId="77777777" w:rsidR="002D7D37" w:rsidRPr="002D7D37" w:rsidRDefault="002D7D3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D7D37" w:rsidRPr="009E09BE" w14:paraId="73DFAD0B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B03867" w14:textId="77777777" w:rsidR="00010A3D" w:rsidRDefault="00010A3D" w:rsidP="00587CBE">
          <w:pPr>
            <w:pStyle w:val="Zpatvpravo"/>
          </w:pPr>
          <w:r>
            <w:t xml:space="preserve">Dohoda o předčasném užívání části Díla </w:t>
          </w:r>
        </w:p>
        <w:p w14:paraId="2B7093FF" w14:textId="0C12925F" w:rsidR="002D7D37" w:rsidRPr="00B25AA3" w:rsidRDefault="00AF242B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3B55A2" w:rsidRPr="003B55A2">
              <w:rPr>
                <w:b/>
                <w:bCs/>
                <w:noProof/>
              </w:rPr>
              <w:t>„</w:t>
            </w:r>
            <w:r w:rsidR="003B55A2">
              <w:rPr>
                <w:noProof/>
              </w:rPr>
              <w:t>Rekonstrukce výpravní budovy ŽST Plzeň – Jižní Předměstí“</w:t>
            </w:r>
          </w:fldSimple>
        </w:p>
      </w:tc>
      <w:tc>
        <w:tcPr>
          <w:tcW w:w="907" w:type="dxa"/>
          <w:vAlign w:val="bottom"/>
        </w:tcPr>
        <w:p w14:paraId="18EA698B" w14:textId="110AF9A3" w:rsidR="002D7D37" w:rsidRPr="009E09BE" w:rsidRDefault="002D7D37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22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C5743A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B55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FE7DFF" w14:textId="77777777" w:rsidR="00E32B71" w:rsidRPr="00B8518B" w:rsidRDefault="00E32B7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7018B3B5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FF42D9E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C05D768" w14:textId="27257F3C" w:rsidR="00C5743A" w:rsidRDefault="00C5743A" w:rsidP="00113009">
          <w:pPr>
            <w:pStyle w:val="Zpatvlevo"/>
          </w:pPr>
          <w:r>
            <w:t>Příloha č. 1</w:t>
          </w:r>
        </w:p>
        <w:p w14:paraId="1586E722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735DC9EE" w14:textId="77777777" w:rsidR="00C5743A" w:rsidRPr="003462EB" w:rsidRDefault="00AF242B" w:rsidP="00010A3D">
          <w:pPr>
            <w:pStyle w:val="Zpatvlevo"/>
          </w:pPr>
          <w:fldSimple w:instr=" STYLEREF  _Název_akce  \* MERGEFORMAT ">
            <w:r w:rsidR="00C5743A" w:rsidRPr="00C5743A">
              <w:rPr>
                <w:b/>
                <w:bCs/>
                <w:noProof/>
              </w:rPr>
              <w:t>„</w:t>
            </w:r>
            <w:r w:rsidR="00C5743A">
              <w:rPr>
                <w:noProof/>
              </w:rPr>
              <w:t>Název akce“</w:t>
            </w:r>
          </w:fldSimple>
        </w:p>
      </w:tc>
    </w:tr>
  </w:tbl>
  <w:p w14:paraId="7EB31784" w14:textId="77777777" w:rsidR="00C5743A" w:rsidRPr="002D7D37" w:rsidRDefault="00C5743A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00C03649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F8B25F1" w14:textId="556C2C30" w:rsidR="00C5743A" w:rsidRDefault="00C5743A" w:rsidP="00587CBE">
          <w:pPr>
            <w:pStyle w:val="Zpatvpravo"/>
          </w:pPr>
          <w:r>
            <w:t xml:space="preserve">Příloha č. 1 </w:t>
          </w:r>
        </w:p>
        <w:p w14:paraId="5E5CEE42" w14:textId="383B48FF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2E2D4A38" w14:textId="096D1B06" w:rsidR="00C5743A" w:rsidRPr="00B25AA3" w:rsidRDefault="00AF242B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3B55A2" w:rsidRPr="003B55A2">
              <w:rPr>
                <w:b/>
                <w:bCs/>
                <w:noProof/>
              </w:rPr>
              <w:t>„</w:t>
            </w:r>
            <w:r w:rsidR="003B55A2">
              <w:rPr>
                <w:noProof/>
              </w:rPr>
              <w:t>Rekonstrukce výpravní budovy ŽST Plzeň – Jižní Předměstí“</w:t>
            </w:r>
          </w:fldSimple>
        </w:p>
      </w:tc>
      <w:tc>
        <w:tcPr>
          <w:tcW w:w="907" w:type="dxa"/>
          <w:vAlign w:val="bottom"/>
        </w:tcPr>
        <w:p w14:paraId="1A8523EF" w14:textId="0A4ACEF5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2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B55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8EF334F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410E5972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9D201F4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8A1BBCA" w14:textId="0F41AB5E" w:rsidR="00C5743A" w:rsidRDefault="00C5743A" w:rsidP="00113009">
          <w:pPr>
            <w:pStyle w:val="Zpatvlevo"/>
          </w:pPr>
          <w:r>
            <w:t>Příloha č. 2</w:t>
          </w:r>
        </w:p>
        <w:p w14:paraId="6FAE1F87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05FC7482" w14:textId="77777777" w:rsidR="00C5743A" w:rsidRPr="003462EB" w:rsidRDefault="00AF242B" w:rsidP="00010A3D">
          <w:pPr>
            <w:pStyle w:val="Zpatvlevo"/>
          </w:pPr>
          <w:fldSimple w:instr=" STYLEREF  _Název_akce  \* MERGEFORMAT ">
            <w:r w:rsidR="00C5743A" w:rsidRPr="00C5743A">
              <w:rPr>
                <w:b/>
                <w:bCs/>
                <w:noProof/>
              </w:rPr>
              <w:t>„</w:t>
            </w:r>
            <w:r w:rsidR="00C5743A">
              <w:rPr>
                <w:noProof/>
              </w:rPr>
              <w:t>Název akce“</w:t>
            </w:r>
          </w:fldSimple>
        </w:p>
      </w:tc>
    </w:tr>
  </w:tbl>
  <w:p w14:paraId="5E8A496C" w14:textId="77777777" w:rsidR="00C5743A" w:rsidRPr="002D7D37" w:rsidRDefault="00C5743A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14048035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59E82CC" w14:textId="6CE8D6C9" w:rsidR="00C5743A" w:rsidRDefault="00C5743A" w:rsidP="00587CBE">
          <w:pPr>
            <w:pStyle w:val="Zpatvpravo"/>
          </w:pPr>
          <w:r>
            <w:t xml:space="preserve">Příloha č. 2 </w:t>
          </w:r>
        </w:p>
        <w:p w14:paraId="2D0C7C24" w14:textId="77777777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5303351D" w14:textId="508138CC" w:rsidR="00C5743A" w:rsidRPr="00B25AA3" w:rsidRDefault="00AF242B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3B55A2" w:rsidRPr="003B55A2">
              <w:rPr>
                <w:b/>
                <w:bCs/>
                <w:noProof/>
              </w:rPr>
              <w:t>„</w:t>
            </w:r>
            <w:r w:rsidR="003B55A2">
              <w:rPr>
                <w:noProof/>
              </w:rPr>
              <w:t>Rekonstrukce výpravní budovy ŽST Plzeň – Jižní Předměstí“</w:t>
            </w:r>
          </w:fldSimple>
        </w:p>
      </w:tc>
      <w:tc>
        <w:tcPr>
          <w:tcW w:w="907" w:type="dxa"/>
          <w:vAlign w:val="bottom"/>
        </w:tcPr>
        <w:p w14:paraId="3D1970AD" w14:textId="51553F8D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2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B55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BB71F30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C9C5B" w14:textId="77777777" w:rsidR="00303B23" w:rsidRDefault="00303B23" w:rsidP="00962258">
      <w:pPr>
        <w:spacing w:after="0" w:line="240" w:lineRule="auto"/>
      </w:pPr>
      <w:r>
        <w:separator/>
      </w:r>
    </w:p>
  </w:footnote>
  <w:footnote w:type="continuationSeparator" w:id="0">
    <w:p w14:paraId="24C9370D" w14:textId="77777777" w:rsidR="00303B23" w:rsidRDefault="00303B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32B71" w14:paraId="0447D41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38548A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F63F" w14:textId="4A02A9F4" w:rsidR="00E32B71" w:rsidRDefault="00AF4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33ECA3C" wp14:editId="2DD74F1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6686A1" w14:textId="77777777" w:rsidR="00E32B71" w:rsidRPr="00D6163D" w:rsidRDefault="00E32B71" w:rsidP="00FC6389">
          <w:pPr>
            <w:pStyle w:val="Druhdokumentu"/>
          </w:pPr>
        </w:p>
      </w:tc>
    </w:tr>
    <w:tr w:rsidR="00E32B71" w14:paraId="2A4626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024BC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E2AD8" w14:textId="77777777" w:rsidR="00E32B71" w:rsidRDefault="00E32B7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AE858D" w14:textId="77777777" w:rsidR="00E32B71" w:rsidRPr="00D6163D" w:rsidRDefault="00E32B71" w:rsidP="00FC6389">
          <w:pPr>
            <w:pStyle w:val="Druhdokumentu"/>
          </w:pPr>
        </w:p>
      </w:tc>
    </w:tr>
  </w:tbl>
  <w:p w14:paraId="6051F380" w14:textId="77777777" w:rsidR="00E32B71" w:rsidRPr="00D6163D" w:rsidRDefault="00E32B71" w:rsidP="00FC6389">
    <w:pPr>
      <w:pStyle w:val="Zhlav"/>
      <w:rPr>
        <w:sz w:val="8"/>
        <w:szCs w:val="8"/>
      </w:rPr>
    </w:pPr>
  </w:p>
  <w:p w14:paraId="42F7558F" w14:textId="77777777" w:rsidR="00E32B71" w:rsidRPr="00460660" w:rsidRDefault="00E32B71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F72CF" w14:textId="77777777" w:rsidR="00C5743A" w:rsidRDefault="00C574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67F23D4A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C3506C68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A2A65F3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803463">
    <w:abstractNumId w:val="6"/>
  </w:num>
  <w:num w:numId="2" w16cid:durableId="117576874">
    <w:abstractNumId w:val="4"/>
  </w:num>
  <w:num w:numId="3" w16cid:durableId="1459881814">
    <w:abstractNumId w:val="11"/>
  </w:num>
  <w:num w:numId="4" w16cid:durableId="31001653">
    <w:abstractNumId w:val="7"/>
  </w:num>
  <w:num w:numId="5" w16cid:durableId="1300719659">
    <w:abstractNumId w:val="8"/>
  </w:num>
  <w:num w:numId="6" w16cid:durableId="236130939">
    <w:abstractNumId w:val="9"/>
  </w:num>
  <w:num w:numId="7" w16cid:durableId="2099134618">
    <w:abstractNumId w:val="10"/>
  </w:num>
  <w:num w:numId="8" w16cid:durableId="1684436394">
    <w:abstractNumId w:val="3"/>
  </w:num>
  <w:num w:numId="9" w16cid:durableId="1343245986">
    <w:abstractNumId w:val="5"/>
  </w:num>
  <w:num w:numId="10" w16cid:durableId="1508984066">
    <w:abstractNumId w:val="12"/>
  </w:num>
  <w:num w:numId="11" w16cid:durableId="6169153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D3"/>
    <w:rsid w:val="00005DFE"/>
    <w:rsid w:val="00010A3D"/>
    <w:rsid w:val="00017F3C"/>
    <w:rsid w:val="00023D75"/>
    <w:rsid w:val="00026F3D"/>
    <w:rsid w:val="00041EC8"/>
    <w:rsid w:val="00042EBB"/>
    <w:rsid w:val="00043CD3"/>
    <w:rsid w:val="0006588D"/>
    <w:rsid w:val="00067A5E"/>
    <w:rsid w:val="000719BB"/>
    <w:rsid w:val="00072A65"/>
    <w:rsid w:val="00072C1E"/>
    <w:rsid w:val="00075BCB"/>
    <w:rsid w:val="00084C57"/>
    <w:rsid w:val="000A67FF"/>
    <w:rsid w:val="000B4EB8"/>
    <w:rsid w:val="000C41F2"/>
    <w:rsid w:val="000D22C4"/>
    <w:rsid w:val="000D27D1"/>
    <w:rsid w:val="000E1A7F"/>
    <w:rsid w:val="000F39D9"/>
    <w:rsid w:val="000F7E5F"/>
    <w:rsid w:val="00106CD8"/>
    <w:rsid w:val="00106D5D"/>
    <w:rsid w:val="00112864"/>
    <w:rsid w:val="00113009"/>
    <w:rsid w:val="00114472"/>
    <w:rsid w:val="00114988"/>
    <w:rsid w:val="00115069"/>
    <w:rsid w:val="001150F2"/>
    <w:rsid w:val="0012042F"/>
    <w:rsid w:val="00121CFC"/>
    <w:rsid w:val="00130E27"/>
    <w:rsid w:val="00143EC0"/>
    <w:rsid w:val="00154711"/>
    <w:rsid w:val="00155AEC"/>
    <w:rsid w:val="00160DA1"/>
    <w:rsid w:val="001656A2"/>
    <w:rsid w:val="00165977"/>
    <w:rsid w:val="00166FF0"/>
    <w:rsid w:val="00170EC5"/>
    <w:rsid w:val="00170EC8"/>
    <w:rsid w:val="001747C1"/>
    <w:rsid w:val="00177D6B"/>
    <w:rsid w:val="00181845"/>
    <w:rsid w:val="00187660"/>
    <w:rsid w:val="00191F90"/>
    <w:rsid w:val="001947E5"/>
    <w:rsid w:val="001A11B0"/>
    <w:rsid w:val="001B3DA3"/>
    <w:rsid w:val="001B4E74"/>
    <w:rsid w:val="001C5817"/>
    <w:rsid w:val="001C645F"/>
    <w:rsid w:val="001E678E"/>
    <w:rsid w:val="001F0952"/>
    <w:rsid w:val="001F518E"/>
    <w:rsid w:val="001F537D"/>
    <w:rsid w:val="002038D5"/>
    <w:rsid w:val="002046AF"/>
    <w:rsid w:val="002071BB"/>
    <w:rsid w:val="00207DF5"/>
    <w:rsid w:val="00210451"/>
    <w:rsid w:val="002111CD"/>
    <w:rsid w:val="0021228B"/>
    <w:rsid w:val="00214A80"/>
    <w:rsid w:val="00225027"/>
    <w:rsid w:val="00225674"/>
    <w:rsid w:val="00227945"/>
    <w:rsid w:val="00240B81"/>
    <w:rsid w:val="00242E71"/>
    <w:rsid w:val="002469E8"/>
    <w:rsid w:val="00247D01"/>
    <w:rsid w:val="00253416"/>
    <w:rsid w:val="00255B10"/>
    <w:rsid w:val="00260F1D"/>
    <w:rsid w:val="00261A5B"/>
    <w:rsid w:val="00262E5B"/>
    <w:rsid w:val="002702B7"/>
    <w:rsid w:val="00276AFE"/>
    <w:rsid w:val="0029165B"/>
    <w:rsid w:val="0029366B"/>
    <w:rsid w:val="002A37C1"/>
    <w:rsid w:val="002A3B57"/>
    <w:rsid w:val="002C025B"/>
    <w:rsid w:val="002C31BF"/>
    <w:rsid w:val="002D7D37"/>
    <w:rsid w:val="002D7FD6"/>
    <w:rsid w:val="002E0CD7"/>
    <w:rsid w:val="002E0CFB"/>
    <w:rsid w:val="002E56DC"/>
    <w:rsid w:val="002E5C7B"/>
    <w:rsid w:val="002F4333"/>
    <w:rsid w:val="002F4F44"/>
    <w:rsid w:val="0030003A"/>
    <w:rsid w:val="003032FF"/>
    <w:rsid w:val="00303B23"/>
    <w:rsid w:val="00327EEF"/>
    <w:rsid w:val="0033239F"/>
    <w:rsid w:val="0034274B"/>
    <w:rsid w:val="00342DC7"/>
    <w:rsid w:val="0034719F"/>
    <w:rsid w:val="00350A35"/>
    <w:rsid w:val="003571D8"/>
    <w:rsid w:val="00357BC6"/>
    <w:rsid w:val="00361422"/>
    <w:rsid w:val="003745EC"/>
    <w:rsid w:val="0037545D"/>
    <w:rsid w:val="00380D77"/>
    <w:rsid w:val="00392910"/>
    <w:rsid w:val="00392EB6"/>
    <w:rsid w:val="00393DDF"/>
    <w:rsid w:val="003956C6"/>
    <w:rsid w:val="003B14EB"/>
    <w:rsid w:val="003B23D6"/>
    <w:rsid w:val="003B55A2"/>
    <w:rsid w:val="003C33F2"/>
    <w:rsid w:val="003D21F0"/>
    <w:rsid w:val="003D756E"/>
    <w:rsid w:val="003E2154"/>
    <w:rsid w:val="003E420D"/>
    <w:rsid w:val="003E429C"/>
    <w:rsid w:val="003E4C13"/>
    <w:rsid w:val="00400EAF"/>
    <w:rsid w:val="004078F3"/>
    <w:rsid w:val="0041409E"/>
    <w:rsid w:val="004160CB"/>
    <w:rsid w:val="00420FE4"/>
    <w:rsid w:val="00424710"/>
    <w:rsid w:val="00427794"/>
    <w:rsid w:val="004328E4"/>
    <w:rsid w:val="004413DC"/>
    <w:rsid w:val="00450F07"/>
    <w:rsid w:val="00453CD3"/>
    <w:rsid w:val="00460660"/>
    <w:rsid w:val="00464BA9"/>
    <w:rsid w:val="00483969"/>
    <w:rsid w:val="00486107"/>
    <w:rsid w:val="00491378"/>
    <w:rsid w:val="00491827"/>
    <w:rsid w:val="00493AE6"/>
    <w:rsid w:val="00497A7E"/>
    <w:rsid w:val="004A08C2"/>
    <w:rsid w:val="004A7653"/>
    <w:rsid w:val="004B13CD"/>
    <w:rsid w:val="004C0D21"/>
    <w:rsid w:val="004C2CFD"/>
    <w:rsid w:val="004C4399"/>
    <w:rsid w:val="004C787C"/>
    <w:rsid w:val="004D09FB"/>
    <w:rsid w:val="004D5A68"/>
    <w:rsid w:val="004E447B"/>
    <w:rsid w:val="004E6233"/>
    <w:rsid w:val="004E7A1F"/>
    <w:rsid w:val="004F2C46"/>
    <w:rsid w:val="004F4B9B"/>
    <w:rsid w:val="0050154B"/>
    <w:rsid w:val="00502690"/>
    <w:rsid w:val="00502E9E"/>
    <w:rsid w:val="0050666E"/>
    <w:rsid w:val="00511AB9"/>
    <w:rsid w:val="005161F1"/>
    <w:rsid w:val="00522A8D"/>
    <w:rsid w:val="00523BB5"/>
    <w:rsid w:val="00523EA7"/>
    <w:rsid w:val="005406EB"/>
    <w:rsid w:val="00544816"/>
    <w:rsid w:val="00553375"/>
    <w:rsid w:val="00555884"/>
    <w:rsid w:val="00562391"/>
    <w:rsid w:val="005736B7"/>
    <w:rsid w:val="00575E5A"/>
    <w:rsid w:val="00580245"/>
    <w:rsid w:val="00582A82"/>
    <w:rsid w:val="00584AB3"/>
    <w:rsid w:val="005A1F44"/>
    <w:rsid w:val="005B2F87"/>
    <w:rsid w:val="005C50F6"/>
    <w:rsid w:val="005D3C39"/>
    <w:rsid w:val="005D5229"/>
    <w:rsid w:val="005D6794"/>
    <w:rsid w:val="005E09E7"/>
    <w:rsid w:val="005E6826"/>
    <w:rsid w:val="005E7125"/>
    <w:rsid w:val="005F25CC"/>
    <w:rsid w:val="005F7953"/>
    <w:rsid w:val="00600ECE"/>
    <w:rsid w:val="00601A8C"/>
    <w:rsid w:val="00605D0F"/>
    <w:rsid w:val="0061068E"/>
    <w:rsid w:val="006115D3"/>
    <w:rsid w:val="00611685"/>
    <w:rsid w:val="00642344"/>
    <w:rsid w:val="00642FDB"/>
    <w:rsid w:val="00645504"/>
    <w:rsid w:val="0064753F"/>
    <w:rsid w:val="00647C5A"/>
    <w:rsid w:val="0065508C"/>
    <w:rsid w:val="0065610E"/>
    <w:rsid w:val="00660AD3"/>
    <w:rsid w:val="0066136E"/>
    <w:rsid w:val="00664A32"/>
    <w:rsid w:val="006776B6"/>
    <w:rsid w:val="00693150"/>
    <w:rsid w:val="006A5570"/>
    <w:rsid w:val="006A689C"/>
    <w:rsid w:val="006B3C45"/>
    <w:rsid w:val="006B3D79"/>
    <w:rsid w:val="006B6FE4"/>
    <w:rsid w:val="006C2343"/>
    <w:rsid w:val="006C442A"/>
    <w:rsid w:val="006D7BBE"/>
    <w:rsid w:val="006E0578"/>
    <w:rsid w:val="006E2899"/>
    <w:rsid w:val="006E314D"/>
    <w:rsid w:val="006E7CEC"/>
    <w:rsid w:val="00704D1E"/>
    <w:rsid w:val="007068A9"/>
    <w:rsid w:val="00710723"/>
    <w:rsid w:val="007145F3"/>
    <w:rsid w:val="0071738E"/>
    <w:rsid w:val="007229A9"/>
    <w:rsid w:val="00723ED1"/>
    <w:rsid w:val="007344FB"/>
    <w:rsid w:val="00737863"/>
    <w:rsid w:val="00740AF5"/>
    <w:rsid w:val="00742E18"/>
    <w:rsid w:val="00743525"/>
    <w:rsid w:val="0074517C"/>
    <w:rsid w:val="007470DC"/>
    <w:rsid w:val="007541A2"/>
    <w:rsid w:val="00755818"/>
    <w:rsid w:val="007616C2"/>
    <w:rsid w:val="007623AD"/>
    <w:rsid w:val="0076286B"/>
    <w:rsid w:val="00766846"/>
    <w:rsid w:val="00770C7F"/>
    <w:rsid w:val="0077673A"/>
    <w:rsid w:val="00780051"/>
    <w:rsid w:val="007846E1"/>
    <w:rsid w:val="007847D6"/>
    <w:rsid w:val="00784EEA"/>
    <w:rsid w:val="007A1338"/>
    <w:rsid w:val="007A5172"/>
    <w:rsid w:val="007A67A0"/>
    <w:rsid w:val="007B570C"/>
    <w:rsid w:val="007C011C"/>
    <w:rsid w:val="007C5289"/>
    <w:rsid w:val="007D26F9"/>
    <w:rsid w:val="007D617A"/>
    <w:rsid w:val="007E4A6E"/>
    <w:rsid w:val="007E4D3E"/>
    <w:rsid w:val="007F56A7"/>
    <w:rsid w:val="00800851"/>
    <w:rsid w:val="0080358D"/>
    <w:rsid w:val="00807DD0"/>
    <w:rsid w:val="008156D5"/>
    <w:rsid w:val="0081672F"/>
    <w:rsid w:val="00817972"/>
    <w:rsid w:val="00821D01"/>
    <w:rsid w:val="00826B7B"/>
    <w:rsid w:val="008278BD"/>
    <w:rsid w:val="00846789"/>
    <w:rsid w:val="0086183B"/>
    <w:rsid w:val="00866994"/>
    <w:rsid w:val="0087289D"/>
    <w:rsid w:val="00880AB0"/>
    <w:rsid w:val="0088299B"/>
    <w:rsid w:val="00883098"/>
    <w:rsid w:val="00884415"/>
    <w:rsid w:val="00886213"/>
    <w:rsid w:val="008924DA"/>
    <w:rsid w:val="00895FD6"/>
    <w:rsid w:val="008A3568"/>
    <w:rsid w:val="008A4239"/>
    <w:rsid w:val="008A429E"/>
    <w:rsid w:val="008B27F5"/>
    <w:rsid w:val="008B48D3"/>
    <w:rsid w:val="008C50F3"/>
    <w:rsid w:val="008C5883"/>
    <w:rsid w:val="008C7EFE"/>
    <w:rsid w:val="008D03B9"/>
    <w:rsid w:val="008D30C7"/>
    <w:rsid w:val="008E313E"/>
    <w:rsid w:val="008F18D6"/>
    <w:rsid w:val="008F2C9B"/>
    <w:rsid w:val="008F71AB"/>
    <w:rsid w:val="008F7242"/>
    <w:rsid w:val="008F797B"/>
    <w:rsid w:val="00901040"/>
    <w:rsid w:val="00904780"/>
    <w:rsid w:val="0090635B"/>
    <w:rsid w:val="00911AAA"/>
    <w:rsid w:val="009176FF"/>
    <w:rsid w:val="00922385"/>
    <w:rsid w:val="009223DF"/>
    <w:rsid w:val="00936091"/>
    <w:rsid w:val="0093713E"/>
    <w:rsid w:val="00940D8A"/>
    <w:rsid w:val="00943F2F"/>
    <w:rsid w:val="009453E5"/>
    <w:rsid w:val="00951EF6"/>
    <w:rsid w:val="009579D4"/>
    <w:rsid w:val="00961D34"/>
    <w:rsid w:val="00962258"/>
    <w:rsid w:val="009678B7"/>
    <w:rsid w:val="00971406"/>
    <w:rsid w:val="00975C81"/>
    <w:rsid w:val="00992D9C"/>
    <w:rsid w:val="00996CB8"/>
    <w:rsid w:val="009A09BE"/>
    <w:rsid w:val="009A6B05"/>
    <w:rsid w:val="009A751D"/>
    <w:rsid w:val="009B2E97"/>
    <w:rsid w:val="009B4201"/>
    <w:rsid w:val="009B5146"/>
    <w:rsid w:val="009C418E"/>
    <w:rsid w:val="009C442C"/>
    <w:rsid w:val="009E07F4"/>
    <w:rsid w:val="009E68C4"/>
    <w:rsid w:val="009F0867"/>
    <w:rsid w:val="009F1B36"/>
    <w:rsid w:val="009F309B"/>
    <w:rsid w:val="009F392E"/>
    <w:rsid w:val="009F53C5"/>
    <w:rsid w:val="009F638B"/>
    <w:rsid w:val="00A045DF"/>
    <w:rsid w:val="00A0740E"/>
    <w:rsid w:val="00A1411D"/>
    <w:rsid w:val="00A21A01"/>
    <w:rsid w:val="00A42EF7"/>
    <w:rsid w:val="00A50641"/>
    <w:rsid w:val="00A51D24"/>
    <w:rsid w:val="00A530BF"/>
    <w:rsid w:val="00A6177B"/>
    <w:rsid w:val="00A63D4A"/>
    <w:rsid w:val="00A66136"/>
    <w:rsid w:val="00A71189"/>
    <w:rsid w:val="00A72477"/>
    <w:rsid w:val="00A7364A"/>
    <w:rsid w:val="00A74DCC"/>
    <w:rsid w:val="00A753ED"/>
    <w:rsid w:val="00A77512"/>
    <w:rsid w:val="00A83A54"/>
    <w:rsid w:val="00A876E2"/>
    <w:rsid w:val="00A94C2F"/>
    <w:rsid w:val="00AA13A2"/>
    <w:rsid w:val="00AA4CBB"/>
    <w:rsid w:val="00AA65FA"/>
    <w:rsid w:val="00AA7351"/>
    <w:rsid w:val="00AA7AB8"/>
    <w:rsid w:val="00AB42E2"/>
    <w:rsid w:val="00AB5342"/>
    <w:rsid w:val="00AC0D67"/>
    <w:rsid w:val="00AD056F"/>
    <w:rsid w:val="00AD0C7B"/>
    <w:rsid w:val="00AD272A"/>
    <w:rsid w:val="00AD3380"/>
    <w:rsid w:val="00AD57AF"/>
    <w:rsid w:val="00AD5F1A"/>
    <w:rsid w:val="00AD6731"/>
    <w:rsid w:val="00AE4B52"/>
    <w:rsid w:val="00AE5FDD"/>
    <w:rsid w:val="00AF242B"/>
    <w:rsid w:val="00AF434A"/>
    <w:rsid w:val="00B008D5"/>
    <w:rsid w:val="00B02F73"/>
    <w:rsid w:val="00B05B31"/>
    <w:rsid w:val="00B0619F"/>
    <w:rsid w:val="00B13A26"/>
    <w:rsid w:val="00B15D0D"/>
    <w:rsid w:val="00B22106"/>
    <w:rsid w:val="00B41CFD"/>
    <w:rsid w:val="00B42F40"/>
    <w:rsid w:val="00B5431A"/>
    <w:rsid w:val="00B75EE1"/>
    <w:rsid w:val="00B77481"/>
    <w:rsid w:val="00B84183"/>
    <w:rsid w:val="00B8518B"/>
    <w:rsid w:val="00B97CC3"/>
    <w:rsid w:val="00BA6C47"/>
    <w:rsid w:val="00BC06C4"/>
    <w:rsid w:val="00BC5BDD"/>
    <w:rsid w:val="00BD5DE9"/>
    <w:rsid w:val="00BD7E91"/>
    <w:rsid w:val="00BD7F0D"/>
    <w:rsid w:val="00C02D0A"/>
    <w:rsid w:val="00C03A6E"/>
    <w:rsid w:val="00C1034D"/>
    <w:rsid w:val="00C12349"/>
    <w:rsid w:val="00C226C0"/>
    <w:rsid w:val="00C263DC"/>
    <w:rsid w:val="00C340D3"/>
    <w:rsid w:val="00C42FE6"/>
    <w:rsid w:val="00C44F6A"/>
    <w:rsid w:val="00C5463E"/>
    <w:rsid w:val="00C5743A"/>
    <w:rsid w:val="00C60E19"/>
    <w:rsid w:val="00C6198E"/>
    <w:rsid w:val="00C708EA"/>
    <w:rsid w:val="00C736E9"/>
    <w:rsid w:val="00C778A5"/>
    <w:rsid w:val="00C8187D"/>
    <w:rsid w:val="00C828AE"/>
    <w:rsid w:val="00C95162"/>
    <w:rsid w:val="00CA6FA5"/>
    <w:rsid w:val="00CB4F6D"/>
    <w:rsid w:val="00CB6A37"/>
    <w:rsid w:val="00CB7684"/>
    <w:rsid w:val="00CC0CE9"/>
    <w:rsid w:val="00CC2D46"/>
    <w:rsid w:val="00CC4EA8"/>
    <w:rsid w:val="00CC6517"/>
    <w:rsid w:val="00CC7C8F"/>
    <w:rsid w:val="00CD1FC4"/>
    <w:rsid w:val="00CE4281"/>
    <w:rsid w:val="00CE49BB"/>
    <w:rsid w:val="00CE590A"/>
    <w:rsid w:val="00CF6AF5"/>
    <w:rsid w:val="00D034A0"/>
    <w:rsid w:val="00D21061"/>
    <w:rsid w:val="00D2489F"/>
    <w:rsid w:val="00D4108E"/>
    <w:rsid w:val="00D4328E"/>
    <w:rsid w:val="00D563EF"/>
    <w:rsid w:val="00D6163D"/>
    <w:rsid w:val="00D671E8"/>
    <w:rsid w:val="00D80C70"/>
    <w:rsid w:val="00D831A3"/>
    <w:rsid w:val="00D97BE3"/>
    <w:rsid w:val="00DA3711"/>
    <w:rsid w:val="00DC2D5A"/>
    <w:rsid w:val="00DD3CD5"/>
    <w:rsid w:val="00DD46F3"/>
    <w:rsid w:val="00DE56F2"/>
    <w:rsid w:val="00DF116D"/>
    <w:rsid w:val="00E05605"/>
    <w:rsid w:val="00E11F03"/>
    <w:rsid w:val="00E12962"/>
    <w:rsid w:val="00E16FF7"/>
    <w:rsid w:val="00E26D68"/>
    <w:rsid w:val="00E32B71"/>
    <w:rsid w:val="00E44045"/>
    <w:rsid w:val="00E618C4"/>
    <w:rsid w:val="00E7415D"/>
    <w:rsid w:val="00E76412"/>
    <w:rsid w:val="00E878EE"/>
    <w:rsid w:val="00E901A3"/>
    <w:rsid w:val="00EA53D4"/>
    <w:rsid w:val="00EA585B"/>
    <w:rsid w:val="00EA6EC7"/>
    <w:rsid w:val="00EB104F"/>
    <w:rsid w:val="00EB46E5"/>
    <w:rsid w:val="00EC1FC4"/>
    <w:rsid w:val="00ED14BD"/>
    <w:rsid w:val="00ED4570"/>
    <w:rsid w:val="00ED7300"/>
    <w:rsid w:val="00EF51ED"/>
    <w:rsid w:val="00EF64A4"/>
    <w:rsid w:val="00EF74B4"/>
    <w:rsid w:val="00F016C7"/>
    <w:rsid w:val="00F10E41"/>
    <w:rsid w:val="00F12DEC"/>
    <w:rsid w:val="00F1715C"/>
    <w:rsid w:val="00F21E6B"/>
    <w:rsid w:val="00F235A5"/>
    <w:rsid w:val="00F2604B"/>
    <w:rsid w:val="00F310F8"/>
    <w:rsid w:val="00F31E58"/>
    <w:rsid w:val="00F35939"/>
    <w:rsid w:val="00F35A90"/>
    <w:rsid w:val="00F422D3"/>
    <w:rsid w:val="00F45607"/>
    <w:rsid w:val="00F4722B"/>
    <w:rsid w:val="00F54432"/>
    <w:rsid w:val="00F60B3B"/>
    <w:rsid w:val="00F659EB"/>
    <w:rsid w:val="00F71061"/>
    <w:rsid w:val="00F762A8"/>
    <w:rsid w:val="00F83E78"/>
    <w:rsid w:val="00F86BA6"/>
    <w:rsid w:val="00F94169"/>
    <w:rsid w:val="00F95FBD"/>
    <w:rsid w:val="00FB6342"/>
    <w:rsid w:val="00FC2987"/>
    <w:rsid w:val="00FC6389"/>
    <w:rsid w:val="00FD7DEF"/>
    <w:rsid w:val="00FE500D"/>
    <w:rsid w:val="00FE5032"/>
    <w:rsid w:val="00FE6AEC"/>
    <w:rsid w:val="00FF0CD2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4074D6"/>
  <w15:docId w15:val="{64F6A2AB-B286-4C0E-9F1B-723B9C56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434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F43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43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43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F43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F43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F43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43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F43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F43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F4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43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F43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F43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F43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F43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F43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F43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F43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F43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F43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F43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F43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43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F43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43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43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F43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43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434A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F43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F43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F43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F43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F43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F43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AF43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F434A"/>
    <w:rPr>
      <w:rFonts w:ascii="Verdana" w:hAnsi="Verdana"/>
    </w:rPr>
  </w:style>
  <w:style w:type="paragraph" w:customStyle="1" w:styleId="Titul1">
    <w:name w:val="_Titul_1"/>
    <w:basedOn w:val="Normln"/>
    <w:qFormat/>
    <w:rsid w:val="00AF43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AF43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F43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F43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F43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F43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F43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F43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F43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F43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F43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F43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AF43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F43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F43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F43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F43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F43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AF43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F43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F434A"/>
    <w:rPr>
      <w:rFonts w:ascii="Verdana" w:hAnsi="Verdana"/>
    </w:rPr>
  </w:style>
  <w:style w:type="paragraph" w:customStyle="1" w:styleId="Zkratky1">
    <w:name w:val="_Zkratky_1"/>
    <w:basedOn w:val="Normln"/>
    <w:qFormat/>
    <w:rsid w:val="00AF43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F43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AF43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F43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F434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F43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F43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F43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AF434A"/>
    <w:rPr>
      <w:b w:val="0"/>
      <w:i w:val="0"/>
    </w:rPr>
  </w:style>
  <w:style w:type="paragraph" w:customStyle="1" w:styleId="Zkratky2">
    <w:name w:val="_Zkratky_2"/>
    <w:basedOn w:val="Normln"/>
    <w:qFormat/>
    <w:rsid w:val="00AF43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AF43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F43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F43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F43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F43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F43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F43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F43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F434A"/>
    <w:rPr>
      <w:rFonts w:ascii="Verdana" w:hAnsi="Verdana"/>
    </w:rPr>
  </w:style>
  <w:style w:type="paragraph" w:customStyle="1" w:styleId="Zpatvpravo">
    <w:name w:val="_Zápatí_vpravo"/>
    <w:basedOn w:val="Zpat"/>
    <w:qFormat/>
    <w:rsid w:val="00AF434A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F434A"/>
    <w:pPr>
      <w:jc w:val="left"/>
    </w:pPr>
  </w:style>
  <w:style w:type="character" w:customStyle="1" w:styleId="Znaka">
    <w:name w:val="_Značka"/>
    <w:basedOn w:val="Standardnpsmoodstavce"/>
    <w:rsid w:val="00AF43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F43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F434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FF8256119684AFAA3EAD06CA41CC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6C39C-193A-4D4E-899C-105D9C6201D2}"/>
      </w:docPartPr>
      <w:docPartBody>
        <w:p w:rsidR="008274EF" w:rsidRDefault="0096122E" w:rsidP="0096122E">
          <w:pPr>
            <w:pStyle w:val="CFF8256119684AFAA3EAD06CA41CC8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22E"/>
    <w:rsid w:val="0008269D"/>
    <w:rsid w:val="00226CD1"/>
    <w:rsid w:val="00233F22"/>
    <w:rsid w:val="003268D4"/>
    <w:rsid w:val="003E07AF"/>
    <w:rsid w:val="0044213F"/>
    <w:rsid w:val="00463C26"/>
    <w:rsid w:val="004E1C88"/>
    <w:rsid w:val="00646DFF"/>
    <w:rsid w:val="00666137"/>
    <w:rsid w:val="006F7FD0"/>
    <w:rsid w:val="007D0B06"/>
    <w:rsid w:val="007F3061"/>
    <w:rsid w:val="008274EF"/>
    <w:rsid w:val="00864774"/>
    <w:rsid w:val="008830F1"/>
    <w:rsid w:val="008F3A1E"/>
    <w:rsid w:val="009271E5"/>
    <w:rsid w:val="0096122E"/>
    <w:rsid w:val="00992DEC"/>
    <w:rsid w:val="009F1D9B"/>
    <w:rsid w:val="00A66ACB"/>
    <w:rsid w:val="00AB27F5"/>
    <w:rsid w:val="00BD08E2"/>
    <w:rsid w:val="00CE38BA"/>
    <w:rsid w:val="00E24643"/>
    <w:rsid w:val="00F0648A"/>
    <w:rsid w:val="00F903D3"/>
    <w:rsid w:val="00F90888"/>
    <w:rsid w:val="00FA5B89"/>
    <w:rsid w:val="00FB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122E"/>
    <w:rPr>
      <w:color w:val="808080"/>
    </w:rPr>
  </w:style>
  <w:style w:type="paragraph" w:customStyle="1" w:styleId="CFF8256119684AFAA3EAD06CA41CC861">
    <w:name w:val="CFF8256119684AFAA3EAD06CA41CC861"/>
    <w:rsid w:val="009612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6" ma:contentTypeDescription="Vytvoří nový dokument" ma:contentTypeScope="" ma:versionID="2ebcef47b9b33e39110112b43f9271ee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b55fea0325a247a4784f7374b58cf292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activity xmlns="11114de8-59ab-4a1f-8a5f-49a0bd066a0f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DB8196-9DB8-4A28-9A50-72384195AD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8B5E37-FB2B-47B4-B04C-75FDE106E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11114de8-59ab-4a1f-8a5f-49a0bd066a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2</TotalTime>
  <Pages>7</Pages>
  <Words>1449</Words>
  <Characters>8554</Characters>
  <Application>Microsoft Office Word</Application>
  <DocSecurity>0</DocSecurity>
  <Lines>71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Baštářová Helena</cp:lastModifiedBy>
  <cp:revision>2</cp:revision>
  <cp:lastPrinted>2019-06-26T07:12:00Z</cp:lastPrinted>
  <dcterms:created xsi:type="dcterms:W3CDTF">2024-04-17T12:14:00Z</dcterms:created>
  <dcterms:modified xsi:type="dcterms:W3CDTF">2024-04-17T12:14:00Z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